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D802D" w14:textId="77777777" w:rsidR="00522E43" w:rsidRPr="00E3660B" w:rsidRDefault="00522E43" w:rsidP="00C04AE4">
      <w:pPr>
        <w:pStyle w:val="Corptext"/>
        <w:ind w:right="413"/>
        <w:jc w:val="right"/>
        <w:rPr>
          <w:rFonts w:ascii="Calibri" w:hAnsi="Calibri" w:cs="Calibri"/>
          <w:sz w:val="22"/>
          <w:szCs w:val="22"/>
        </w:rPr>
      </w:pPr>
      <w:r w:rsidRPr="00E3660B">
        <w:rPr>
          <w:rFonts w:ascii="Calibri" w:hAnsi="Calibri" w:cs="Calibri"/>
          <w:sz w:val="22"/>
          <w:szCs w:val="22"/>
        </w:rPr>
        <w:t>Anexa</w:t>
      </w:r>
      <w:r w:rsidR="00EC3F30">
        <w:rPr>
          <w:rFonts w:ascii="Calibri" w:hAnsi="Calibri" w:cs="Calibri"/>
          <w:sz w:val="22"/>
          <w:szCs w:val="22"/>
        </w:rPr>
        <w:t xml:space="preserve"> </w:t>
      </w:r>
      <w:r w:rsidR="00A40C9A">
        <w:rPr>
          <w:rFonts w:ascii="Calibri" w:hAnsi="Calibri" w:cs="Calibri"/>
          <w:sz w:val="22"/>
          <w:szCs w:val="22"/>
        </w:rPr>
        <w:t>8</w:t>
      </w:r>
    </w:p>
    <w:p w14:paraId="6F9B2658" w14:textId="77777777" w:rsidR="00522E43" w:rsidRPr="00E3660B" w:rsidRDefault="00522E4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14:paraId="2E1B02AB" w14:textId="77777777" w:rsidR="00C04AE4" w:rsidRDefault="00522E43" w:rsidP="00C04AE4">
      <w:pPr>
        <w:pStyle w:val="Corptext"/>
        <w:ind w:left="2977" w:right="2182" w:hanging="850"/>
        <w:jc w:val="center"/>
        <w:rPr>
          <w:rFonts w:ascii="Calibri" w:hAnsi="Calibri" w:cs="Calibri"/>
          <w:sz w:val="22"/>
          <w:szCs w:val="22"/>
        </w:rPr>
      </w:pPr>
      <w:r w:rsidRPr="00E3660B">
        <w:rPr>
          <w:rFonts w:ascii="Calibri" w:hAnsi="Calibri" w:cs="Calibri"/>
          <w:sz w:val="22"/>
          <w:szCs w:val="22"/>
        </w:rPr>
        <w:t>GRILA</w:t>
      </w:r>
      <w:r w:rsidRPr="00E3660B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>DE</w:t>
      </w:r>
      <w:r w:rsidRPr="00E3660B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>ANALIZĂ</w:t>
      </w:r>
      <w:r w:rsidRPr="00E3660B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>A</w:t>
      </w:r>
      <w:r w:rsidRPr="00E3660B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 xml:space="preserve">CONFORMITATII </w:t>
      </w:r>
      <w:r w:rsidRPr="00E3660B">
        <w:rPr>
          <w:rFonts w:ascii="Calibri" w:hAnsi="Calibri" w:cs="Calibri"/>
          <w:spacing w:val="-57"/>
          <w:sz w:val="22"/>
          <w:szCs w:val="22"/>
        </w:rPr>
        <w:t xml:space="preserve">             </w:t>
      </w:r>
      <w:r w:rsidRPr="00E3660B">
        <w:rPr>
          <w:rFonts w:ascii="Calibri" w:hAnsi="Calibri" w:cs="Calibri"/>
          <w:sz w:val="22"/>
          <w:szCs w:val="22"/>
        </w:rPr>
        <w:t>PROIECTULUI</w:t>
      </w:r>
      <w:r w:rsidRPr="00E3660B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 xml:space="preserve">TEHNIC </w:t>
      </w:r>
    </w:p>
    <w:p w14:paraId="5D4227F8" w14:textId="77777777" w:rsidR="00522E43" w:rsidRPr="00E3660B" w:rsidRDefault="00522E43" w:rsidP="00C04AE4">
      <w:pPr>
        <w:pStyle w:val="Corptext"/>
        <w:ind w:left="2977" w:right="2182" w:hanging="850"/>
        <w:jc w:val="center"/>
        <w:rPr>
          <w:rFonts w:ascii="Calibri" w:hAnsi="Calibri" w:cs="Calibri"/>
          <w:sz w:val="22"/>
          <w:szCs w:val="22"/>
        </w:rPr>
      </w:pPr>
      <w:r w:rsidRPr="00E3660B">
        <w:rPr>
          <w:rFonts w:ascii="Calibri" w:hAnsi="Calibri" w:cs="Calibri"/>
          <w:sz w:val="22"/>
          <w:szCs w:val="22"/>
        </w:rPr>
        <w:t>(PT</w:t>
      </w:r>
      <w:r w:rsidRPr="00E3660B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>–</w:t>
      </w:r>
      <w:r w:rsidRPr="00E3660B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>HG 907/2016)</w:t>
      </w:r>
    </w:p>
    <w:p w14:paraId="4E044ABB" w14:textId="77777777" w:rsidR="00522E43" w:rsidRPr="00E3660B" w:rsidRDefault="00522E4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14:paraId="15B3C885" w14:textId="77777777" w:rsidR="00522E43" w:rsidRPr="00E3660B" w:rsidRDefault="00522E4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10215" w:type="dxa"/>
        <w:tblInd w:w="13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696"/>
        <w:gridCol w:w="7519"/>
      </w:tblGrid>
      <w:tr w:rsidR="00522E43" w:rsidRPr="00E3660B" w14:paraId="4B82197E" w14:textId="77777777" w:rsidTr="00E3660B">
        <w:trPr>
          <w:trHeight w:val="230"/>
        </w:trPr>
        <w:tc>
          <w:tcPr>
            <w:tcW w:w="10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04EF7" w14:textId="77777777" w:rsidR="00522E43" w:rsidRPr="00E3660B" w:rsidRDefault="00522E43" w:rsidP="001B674D">
            <w:pPr>
              <w:pStyle w:val="TableParagraph"/>
              <w:ind w:left="2860" w:right="2852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Programul Regiunea Centru 2021-2027</w:t>
            </w:r>
          </w:p>
        </w:tc>
      </w:tr>
      <w:tr w:rsidR="0095201A" w:rsidRPr="00E3660B" w14:paraId="659B46E3" w14:textId="77777777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8E6B7" w14:textId="77777777" w:rsidR="0095201A" w:rsidRPr="0021575D" w:rsidRDefault="0095201A" w:rsidP="0095201A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Prioritatea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investitii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7E28F" w14:textId="77777777" w:rsidR="0095201A" w:rsidRPr="0021575D" w:rsidRDefault="0095201A" w:rsidP="0095201A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O REGIUNE CU TURISM SUSTENABIL</w:t>
            </w:r>
          </w:p>
        </w:tc>
      </w:tr>
      <w:tr w:rsidR="0095201A" w:rsidRPr="00E3660B" w14:paraId="28157BC1" w14:textId="77777777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B627C" w14:textId="77777777" w:rsidR="0095201A" w:rsidRPr="0021575D" w:rsidRDefault="0095201A" w:rsidP="0095201A">
            <w:pPr>
              <w:pStyle w:val="TableParagraph"/>
              <w:ind w:left="107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</w:rPr>
              <w:t>Ac</w:t>
            </w:r>
            <w:r w:rsidR="007B3E15">
              <w:rPr>
                <w:rFonts w:ascii="Calibri" w:hAnsi="Calibri" w:cs="Calibri"/>
              </w:rPr>
              <w:t>ț</w:t>
            </w:r>
            <w:r w:rsidRPr="0021575D">
              <w:rPr>
                <w:rFonts w:ascii="Calibri" w:hAnsi="Calibri" w:cs="Calibri"/>
              </w:rPr>
              <w:t>iunea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DF7BB" w14:textId="0B0B8289" w:rsidR="0095201A" w:rsidRPr="0021575D" w:rsidRDefault="00033AA4" w:rsidP="0095201A">
            <w:pPr>
              <w:pStyle w:val="TableParagraph"/>
              <w:rPr>
                <w:rFonts w:ascii="Calibri" w:hAnsi="Calibri" w:cs="Calibri"/>
              </w:rPr>
            </w:pPr>
            <w:r w:rsidRPr="00033AA4">
              <w:rPr>
                <w:rFonts w:ascii="Calibri" w:hAnsi="Calibri" w:cs="Calibri"/>
                <w:noProof/>
              </w:rPr>
              <w:drawing>
                <wp:inline distT="0" distB="0" distL="0" distR="0" wp14:anchorId="309B7E56" wp14:editId="697A11D8">
                  <wp:extent cx="4768215" cy="297180"/>
                  <wp:effectExtent l="0" t="0" r="0" b="7620"/>
                  <wp:docPr id="447426106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215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2E43" w:rsidRPr="00E3660B" w14:paraId="48FF5CA4" w14:textId="77777777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10996" w14:textId="77777777" w:rsidR="00522E43" w:rsidRPr="00E3660B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Titlul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cererii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finan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are: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9730C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14:paraId="5CA1F8C9" w14:textId="77777777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1CBC9" w14:textId="77777777" w:rsidR="00522E43" w:rsidRPr="00E3660B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Nr.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apel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proiecte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38714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14:paraId="6259A9FB" w14:textId="77777777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20DDC" w14:textId="77777777" w:rsidR="00522E43" w:rsidRPr="00E3660B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Cod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SMIS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A9EC5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14:paraId="41C4AC6B" w14:textId="77777777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AE7CA" w14:textId="77777777" w:rsidR="00522E43" w:rsidRPr="00E3660B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Solicitantul: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AEF8B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</w:tbl>
    <w:p w14:paraId="311767B4" w14:textId="77777777" w:rsidR="00522E43" w:rsidRPr="00E3660B" w:rsidRDefault="00522E4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10338" w:type="dxa"/>
        <w:tblInd w:w="114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42"/>
        <w:gridCol w:w="6194"/>
        <w:gridCol w:w="43"/>
        <w:gridCol w:w="99"/>
        <w:gridCol w:w="283"/>
        <w:gridCol w:w="43"/>
        <w:gridCol w:w="99"/>
        <w:gridCol w:w="309"/>
        <w:gridCol w:w="43"/>
        <w:gridCol w:w="99"/>
        <w:gridCol w:w="305"/>
        <w:gridCol w:w="43"/>
        <w:gridCol w:w="99"/>
        <w:gridCol w:w="1795"/>
        <w:gridCol w:w="43"/>
        <w:gridCol w:w="99"/>
      </w:tblGrid>
      <w:tr w:rsidR="00522E43" w:rsidRPr="00E3660B" w14:paraId="4773EAED" w14:textId="77777777" w:rsidTr="00C04AE4">
        <w:trPr>
          <w:gridAfter w:val="2"/>
          <w:wAfter w:w="142" w:type="dxa"/>
          <w:trHeight w:val="575"/>
          <w:tblHeader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2E45" w14:textId="77777777" w:rsidR="00522E43" w:rsidRPr="00E3660B" w:rsidRDefault="00522E43" w:rsidP="001B674D">
            <w:pPr>
              <w:pStyle w:val="TableParagraph"/>
              <w:ind w:left="165" w:right="139" w:firstLine="19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Nr.</w:t>
            </w:r>
            <w:r w:rsidRPr="00E3660B">
              <w:rPr>
                <w:rFonts w:ascii="Calibri" w:hAnsi="Calibri" w:cs="Calibri"/>
                <w:b/>
                <w:spacing w:val="-46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crt.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5EAA8" w14:textId="77777777" w:rsidR="00522E43" w:rsidRPr="00E3660B" w:rsidRDefault="00522E43" w:rsidP="001B674D">
            <w:pPr>
              <w:pStyle w:val="TableParagraph"/>
              <w:ind w:left="2968" w:right="2772" w:hanging="418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Criterii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7DD7D" w14:textId="77777777" w:rsidR="00522E43" w:rsidRPr="00E3660B" w:rsidRDefault="00522E43" w:rsidP="001B674D">
            <w:pPr>
              <w:pStyle w:val="TableParagraph"/>
              <w:ind w:left="110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DA</w:t>
            </w: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8CF8F" w14:textId="77777777" w:rsidR="00522E43" w:rsidRPr="00E3660B" w:rsidRDefault="00522E43" w:rsidP="001B674D">
            <w:pPr>
              <w:pStyle w:val="TableParagraph"/>
              <w:ind w:left="115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NU</w:t>
            </w: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FA844" w14:textId="77777777" w:rsidR="00522E43" w:rsidRPr="00E3660B" w:rsidRDefault="00522E43" w:rsidP="001B674D">
            <w:pPr>
              <w:pStyle w:val="TableParagraph"/>
              <w:ind w:left="120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NA</w:t>
            </w: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73AB4" w14:textId="77777777" w:rsidR="00522E43" w:rsidRPr="00E3660B" w:rsidRDefault="00522E43" w:rsidP="001B674D">
            <w:pPr>
              <w:pStyle w:val="TableParagraph"/>
              <w:ind w:left="588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Observa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ii</w:t>
            </w:r>
          </w:p>
        </w:tc>
      </w:tr>
      <w:tr w:rsidR="00522E43" w:rsidRPr="00E3660B" w14:paraId="419CF04B" w14:textId="77777777" w:rsidTr="00C04AE4">
        <w:trPr>
          <w:gridAfter w:val="2"/>
          <w:wAfter w:w="142" w:type="dxa"/>
          <w:trHeight w:val="43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45085047" w14:textId="77777777" w:rsidR="00522E43" w:rsidRPr="00E3660B" w:rsidRDefault="001B674D" w:rsidP="001B674D">
            <w:pPr>
              <w:pStyle w:val="TableParagraph"/>
              <w:ind w:right="263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w w:val="99"/>
              </w:rPr>
              <w:t xml:space="preserve">       </w:t>
            </w:r>
            <w:r w:rsidR="00522E43" w:rsidRPr="00E3660B">
              <w:rPr>
                <w:rFonts w:ascii="Calibri" w:hAnsi="Calibri" w:cs="Calibri"/>
                <w:b/>
                <w:w w:val="99"/>
              </w:rPr>
              <w:t>I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6AFC86E3" w14:textId="77777777" w:rsidR="00522E43" w:rsidRPr="00E3660B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CRITERII</w:t>
            </w:r>
            <w:r w:rsidRPr="00E3660B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GENERALE</w:t>
            </w:r>
            <w:r w:rsidRPr="00E3660B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PRIVIND</w:t>
            </w:r>
            <w:r w:rsidRPr="00E3660B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CON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INUTUL</w:t>
            </w:r>
            <w:r w:rsidRPr="00E3660B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PT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74CF9D29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BCD20E8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67745D97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7637469D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14:paraId="7DB86214" w14:textId="77777777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B3F71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  <w:p w14:paraId="767DB5DA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  <w:p w14:paraId="4FB66A4D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  <w:p w14:paraId="2418DA6D" w14:textId="77777777" w:rsidR="00522E43" w:rsidRPr="00E3660B" w:rsidRDefault="00522E4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041E4" w14:textId="77777777" w:rsidR="00522E43" w:rsidRPr="00E3660B" w:rsidRDefault="00522E43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se respectă structura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Proiectului tehnic</w:t>
            </w:r>
            <w:r w:rsidRPr="00E3660B">
              <w:rPr>
                <w:rFonts w:ascii="Calibri" w:hAnsi="Calibri" w:cs="Calibri"/>
                <w:b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 prevederilor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legisla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vigoare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– etapa a III-a din cadrul anexei 11 la HG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privind</w:t>
            </w:r>
            <w:r w:rsidRPr="00E3660B">
              <w:rPr>
                <w:rFonts w:ascii="Calibri" w:hAnsi="Calibri" w:cs="Calibri"/>
                <w:i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etapele</w:t>
            </w:r>
            <w:r w:rsidRPr="00E3660B">
              <w:rPr>
                <w:rFonts w:ascii="Calibri" w:hAnsi="Calibri" w:cs="Calibri"/>
                <w:i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elaborare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Pr="00E3660B">
              <w:rPr>
                <w:rFonts w:ascii="Calibri" w:hAnsi="Calibri" w:cs="Calibri"/>
                <w:i/>
              </w:rPr>
              <w:t>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con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inutul-cadru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al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documenta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iilor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tehnico-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economice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aferente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obiectivelor/proiectelor</w:t>
            </w:r>
            <w:r w:rsidRPr="00E3660B">
              <w:rPr>
                <w:rFonts w:ascii="Calibri" w:hAnsi="Calibri" w:cs="Calibri"/>
                <w:i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investi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ii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finan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ate din fonduri publice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CADCF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499D8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EBD6C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5BCCA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14:paraId="2AB44EA0" w14:textId="77777777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78B29" w14:textId="77777777" w:rsidR="00522E43" w:rsidRPr="00E3660B" w:rsidRDefault="00522E4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25AF8" w14:textId="77777777" w:rsidR="00522E43" w:rsidRPr="00E3660B" w:rsidRDefault="00522E43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Partea scrisă prezintă informa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 generale privind obiectivul de 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ii, conform preciz</w:t>
            </w:r>
            <w:r w:rsidR="007B3E15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</w:rPr>
              <w:t>rilor din cadrul anexei 10 la HG 907/2016:</w:t>
            </w:r>
          </w:p>
          <w:p w14:paraId="5828A2FA" w14:textId="77777777"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Denumirea obiectivului de 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ii?</w:t>
            </w:r>
          </w:p>
          <w:p w14:paraId="2A012438" w14:textId="77777777"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Amplasamentul?</w:t>
            </w:r>
          </w:p>
          <w:p w14:paraId="08D73231" w14:textId="77777777"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Actul administrativ prin care a fost aprobat(ă), în condi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 legii, studiul de fezabilitate/documenta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ia de avizare a lucrărilor de interven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ii?</w:t>
            </w:r>
          </w:p>
          <w:p w14:paraId="42AD3DF8" w14:textId="77777777"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Ordonatorul principal de credite?</w:t>
            </w:r>
          </w:p>
          <w:p w14:paraId="0B2F2777" w14:textId="77777777"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Investitorul?</w:t>
            </w:r>
          </w:p>
          <w:p w14:paraId="2B09C7F0" w14:textId="77777777"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Beneficiarul 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iei?</w:t>
            </w:r>
          </w:p>
          <w:p w14:paraId="31481582" w14:textId="77777777"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Elaboratorul proiectului tehnic de 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DF578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EBCE2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0FE18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0D04F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14:paraId="4B4BF183" w14:textId="77777777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9277D" w14:textId="77777777" w:rsidR="00522E43" w:rsidRPr="00E3660B" w:rsidRDefault="00522E4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CDEAC" w14:textId="77777777" w:rsidR="00273596" w:rsidRPr="00E3660B" w:rsidRDefault="00273596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Sunt prezentate informa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 privind prezentarea scenariului/op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iunii aprobat(e) în cadrul studiului de fezabilitate/documenta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 de avizare a lucrărilor de interven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 (parte din memoriul tehnic general), conform </w:t>
            </w:r>
            <w:r w:rsidR="007B3E15" w:rsidRPr="00E3660B">
              <w:rPr>
                <w:rFonts w:ascii="Calibri" w:hAnsi="Calibri" w:cs="Calibri"/>
              </w:rPr>
              <w:t>conținutul</w:t>
            </w:r>
            <w:r w:rsidR="007B3E15">
              <w:rPr>
                <w:rFonts w:ascii="Calibri" w:hAnsi="Calibri" w:cs="Calibri"/>
              </w:rPr>
              <w:t>ui</w:t>
            </w:r>
            <w:r w:rsidRPr="00E3660B">
              <w:rPr>
                <w:rFonts w:ascii="Calibri" w:hAnsi="Calibri" w:cs="Calibri"/>
              </w:rPr>
              <w:t xml:space="preserve">-cadru al PT reglementat prin HG 907/2016, care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</w:rPr>
              <w:t>:</w:t>
            </w:r>
          </w:p>
          <w:p w14:paraId="13E7346B" w14:textId="77777777" w:rsidR="00273596" w:rsidRPr="00E3660B" w:rsidRDefault="00273596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-</w:t>
            </w:r>
            <w:r w:rsidRPr="00E3660B">
              <w:rPr>
                <w:rFonts w:ascii="Calibri" w:hAnsi="Calibri" w:cs="Calibri"/>
              </w:rPr>
              <w:tab/>
            </w:r>
            <w:r w:rsidR="007B3E15" w:rsidRPr="00E3660B">
              <w:rPr>
                <w:rFonts w:ascii="Calibri" w:hAnsi="Calibri" w:cs="Calibri"/>
              </w:rPr>
              <w:t>Particularitățile</w:t>
            </w:r>
            <w:r w:rsidRPr="00E3660B">
              <w:rPr>
                <w:rFonts w:ascii="Calibri" w:hAnsi="Calibri" w:cs="Calibri"/>
              </w:rPr>
              <w:t xml:space="preserve"> amplasamentului ?</w:t>
            </w:r>
          </w:p>
          <w:p w14:paraId="27D2AEBC" w14:textId="77777777" w:rsidR="00522E43" w:rsidRPr="00E3660B" w:rsidRDefault="00273596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-</w:t>
            </w:r>
            <w:r w:rsidRPr="00E3660B">
              <w:rPr>
                <w:rFonts w:ascii="Calibri" w:hAnsi="Calibri" w:cs="Calibri"/>
              </w:rPr>
              <w:tab/>
            </w:r>
            <w:r w:rsidR="007B3E15" w:rsidRPr="00E3660B">
              <w:rPr>
                <w:rFonts w:ascii="Calibri" w:hAnsi="Calibri" w:cs="Calibri"/>
              </w:rPr>
              <w:t>Soluția</w:t>
            </w:r>
            <w:r w:rsidRPr="00E3660B">
              <w:rPr>
                <w:rFonts w:ascii="Calibri" w:hAnsi="Calibri" w:cs="Calibri"/>
              </w:rPr>
              <w:t xml:space="preserve"> tehnica, inclusiv organizarea de </w:t>
            </w:r>
            <w:r w:rsidR="007B3E15">
              <w:rPr>
                <w:rFonts w:ascii="Calibri" w:hAnsi="Calibri" w:cs="Calibri"/>
              </w:rPr>
              <w:t>ș</w:t>
            </w:r>
            <w:r w:rsidR="007B3E15" w:rsidRPr="00E3660B">
              <w:rPr>
                <w:rFonts w:ascii="Calibri" w:hAnsi="Calibri" w:cs="Calibri"/>
              </w:rPr>
              <w:t>antier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62F2C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C92C3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70C44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E8D34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273596" w:rsidRPr="00E3660B" w14:paraId="1786D057" w14:textId="77777777" w:rsidTr="00C04AE4">
        <w:trPr>
          <w:gridAfter w:val="2"/>
          <w:wAfter w:w="142" w:type="dxa"/>
          <w:trHeight w:val="95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CFE77" w14:textId="77777777" w:rsidR="00273596" w:rsidRPr="00E3660B" w:rsidRDefault="00273596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AE6D5" w14:textId="77777777" w:rsidR="00273596" w:rsidRPr="00E3660B" w:rsidRDefault="00273596" w:rsidP="001B674D">
            <w:pPr>
              <w:pStyle w:val="TableParagraph"/>
              <w:ind w:left="107"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 xml:space="preserve">Memoriul de arhitectura </w:t>
            </w:r>
            <w:r w:rsidRPr="00E3660B">
              <w:rPr>
                <w:rFonts w:ascii="Calibri" w:hAnsi="Calibri" w:cs="Calibri"/>
              </w:rPr>
              <w:t>care con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ine descrierea lucrărilor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arhitectură,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precizarea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echipării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="007B3E15"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dotării</w:t>
            </w:r>
            <w:r w:rsidRPr="00E3660B">
              <w:rPr>
                <w:rFonts w:ascii="Calibri" w:hAnsi="Calibri" w:cs="Calibri"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</w:rPr>
              <w:t>specifice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func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65DC7" w14:textId="77777777" w:rsidR="00273596" w:rsidRPr="00E3660B" w:rsidRDefault="00273596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8AAC9" w14:textId="77777777" w:rsidR="00273596" w:rsidRPr="00E3660B" w:rsidRDefault="00273596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C8E81" w14:textId="77777777" w:rsidR="00273596" w:rsidRPr="00E3660B" w:rsidRDefault="00273596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3A827" w14:textId="77777777" w:rsidR="00273596" w:rsidRPr="00E3660B" w:rsidRDefault="00273596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153BF910" w14:textId="77777777" w:rsidTr="00C04AE4">
        <w:trPr>
          <w:gridAfter w:val="2"/>
          <w:wAfter w:w="142" w:type="dxa"/>
          <w:trHeight w:val="24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349DC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555DC" w14:textId="77777777" w:rsidR="009F75B4" w:rsidRPr="00E3660B" w:rsidRDefault="009F75B4" w:rsidP="001B674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Memorii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corespondente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domeniilor/subdomeniilor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construc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(structura,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drumuri,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terasamente,</w:t>
            </w:r>
            <w:r w:rsidR="007B3E15">
              <w:rPr>
                <w:rFonts w:ascii="Calibri" w:hAnsi="Calibri" w:cs="Calibri"/>
              </w:rPr>
              <w:t xml:space="preserve"> amenajări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exterioare, </w:t>
            </w:r>
            <w:r w:rsidR="007B3E15" w:rsidRPr="00E3660B">
              <w:rPr>
                <w:rFonts w:ascii="Calibri" w:hAnsi="Calibri" w:cs="Calibri"/>
              </w:rPr>
              <w:t>amenajări</w:t>
            </w:r>
            <w:r w:rsidRPr="00E3660B">
              <w:rPr>
                <w:rFonts w:ascii="Calibri" w:hAnsi="Calibri" w:cs="Calibri"/>
              </w:rPr>
              <w:t xml:space="preserve"> hidrotehnice, etc – </w:t>
            </w:r>
            <w:r w:rsidR="007B3E15" w:rsidRPr="00E3660B">
              <w:rPr>
                <w:rFonts w:ascii="Calibri" w:hAnsi="Calibri" w:cs="Calibri"/>
              </w:rPr>
              <w:t>după</w:t>
            </w:r>
            <w:r w:rsidRPr="00E3660B">
              <w:rPr>
                <w:rFonts w:ascii="Calibri" w:hAnsi="Calibri" w:cs="Calibri"/>
              </w:rPr>
              <w:t xml:space="preserve"> caz) cu precizarea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lastRenderedPageBreak/>
              <w:t>caracteristicilor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amplasamentului,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sistemului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structural,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materialelor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utilizate,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prevederilor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calcul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structural,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prevederilor cu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privire la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exigentele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esențiale</w:t>
            </w:r>
            <w:r w:rsidRPr="00E3660B">
              <w:rPr>
                <w:rFonts w:ascii="Calibri" w:hAnsi="Calibri" w:cs="Calibri"/>
                <w:spacing w:val="4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BCA10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3AC71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B42B7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B5440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68CBA2EA" w14:textId="77777777" w:rsidTr="00C04AE4">
        <w:trPr>
          <w:gridAfter w:val="2"/>
          <w:wAfter w:w="142" w:type="dxa"/>
          <w:trHeight w:val="47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E9E2C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6E323" w14:textId="77777777"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64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Memorii</w:t>
            </w:r>
            <w:r w:rsidRPr="00E3660B">
              <w:rPr>
                <w:rFonts w:ascii="Calibri" w:hAnsi="Calibri" w:cs="Calibri"/>
                <w:b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corespondente</w:t>
            </w:r>
            <w:r w:rsidRPr="00E3660B">
              <w:rPr>
                <w:rFonts w:ascii="Calibri" w:hAnsi="Calibri" w:cs="Calibri"/>
                <w:b/>
                <w:spacing w:val="6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specialită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ilor</w:t>
            </w:r>
            <w:r w:rsidRPr="00E3660B">
              <w:rPr>
                <w:rFonts w:ascii="Calibri" w:hAnsi="Calibri" w:cs="Calibri"/>
                <w:b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62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instala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ii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56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</w:p>
          <w:p w14:paraId="5C9497CB" w14:textId="77777777"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precizarea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echipării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dotării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specifice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func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03E08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89956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F6FAE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C2E5E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485ECB41" w14:textId="77777777" w:rsidTr="00C04AE4">
        <w:trPr>
          <w:gridAfter w:val="2"/>
          <w:wAfter w:w="142" w:type="dxa"/>
          <w:trHeight w:val="91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5D1E2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1B401" w14:textId="77777777" w:rsidR="009F75B4" w:rsidRPr="00E3660B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 xml:space="preserve">Breviarele de calcul </w:t>
            </w:r>
            <w:r w:rsidRPr="00E3660B">
              <w:rPr>
                <w:rFonts w:ascii="Calibri" w:hAnsi="Calibri" w:cs="Calibri"/>
              </w:rPr>
              <w:t>pentru dimensionarea elementelor 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construc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de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ii, elaborate pentru fiecare element 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construc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în parte,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in care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precizează</w:t>
            </w:r>
            <w:r w:rsidRPr="00E3660B">
              <w:rPr>
                <w:rFonts w:ascii="Calibri" w:hAnsi="Calibri" w:cs="Calibri"/>
              </w:rPr>
              <w:t>:</w:t>
            </w:r>
          </w:p>
          <w:p w14:paraId="2023493B" w14:textId="77777777" w:rsidR="009F75B4" w:rsidRPr="00E3660B" w:rsidRDefault="009F75B4" w:rsidP="001B674D">
            <w:pPr>
              <w:pStyle w:val="TableParagraph"/>
              <w:numPr>
                <w:ilvl w:val="0"/>
                <w:numId w:val="36"/>
              </w:numPr>
              <w:tabs>
                <w:tab w:val="left" w:pos="812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încărcările</w:t>
            </w:r>
            <w:r w:rsidRPr="00E3660B">
              <w:rPr>
                <w:rFonts w:ascii="Calibri" w:hAnsi="Calibri" w:cs="Calibri"/>
                <w:spacing w:val="35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36"/>
              </w:rPr>
              <w:t xml:space="preserve"> </w:t>
            </w:r>
            <w:r w:rsidRPr="00E3660B">
              <w:rPr>
                <w:rFonts w:ascii="Calibri" w:hAnsi="Calibri" w:cs="Calibri"/>
              </w:rPr>
              <w:t>ipotezele</w:t>
            </w:r>
            <w:r w:rsidRPr="00E3660B">
              <w:rPr>
                <w:rFonts w:ascii="Calibri" w:hAnsi="Calibri" w:cs="Calibri"/>
                <w:spacing w:val="35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37"/>
              </w:rPr>
              <w:t xml:space="preserve"> </w:t>
            </w:r>
            <w:r w:rsidRPr="00E3660B">
              <w:rPr>
                <w:rFonts w:ascii="Calibri" w:hAnsi="Calibri" w:cs="Calibri"/>
              </w:rPr>
              <w:t>calcul,</w:t>
            </w:r>
            <w:r w:rsidRPr="00E3660B">
              <w:rPr>
                <w:rFonts w:ascii="Calibri" w:hAnsi="Calibri" w:cs="Calibri"/>
                <w:spacing w:val="34"/>
              </w:rPr>
              <w:t xml:space="preserve"> </w:t>
            </w:r>
            <w:r w:rsidRPr="00E3660B">
              <w:rPr>
                <w:rFonts w:ascii="Calibri" w:hAnsi="Calibri" w:cs="Calibri"/>
              </w:rPr>
              <w:t>combina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</w:t>
            </w:r>
            <w:r w:rsidRPr="00E3660B">
              <w:rPr>
                <w:rFonts w:ascii="Calibri" w:hAnsi="Calibri" w:cs="Calibri"/>
                <w:spacing w:val="37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35"/>
              </w:rPr>
              <w:t xml:space="preserve"> </w:t>
            </w:r>
            <w:r w:rsidRPr="00E3660B">
              <w:rPr>
                <w:rFonts w:ascii="Calibri" w:hAnsi="Calibri" w:cs="Calibri"/>
              </w:rPr>
              <w:t>calcul,</w:t>
            </w:r>
          </w:p>
          <w:p w14:paraId="04BD1F20" w14:textId="77777777" w:rsidR="009F75B4" w:rsidRPr="00E3660B" w:rsidRDefault="009F75B4" w:rsidP="001B674D">
            <w:pPr>
              <w:pStyle w:val="TableParagraph"/>
              <w:ind w:left="81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metodologia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calcul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  <w:p w14:paraId="665FB510" w14:textId="77777777" w:rsidR="009F75B4" w:rsidRPr="00E3660B" w:rsidRDefault="009F75B4" w:rsidP="001B674D">
            <w:pPr>
              <w:pStyle w:val="TableParagraph"/>
              <w:numPr>
                <w:ilvl w:val="0"/>
                <w:numId w:val="36"/>
              </w:numPr>
              <w:tabs>
                <w:tab w:val="left" w:pos="812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verificările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dimensionările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  <w:p w14:paraId="00B207A0" w14:textId="77777777" w:rsidR="009F75B4" w:rsidRPr="00E3660B" w:rsidRDefault="009F75B4" w:rsidP="001B674D">
            <w:pPr>
              <w:pStyle w:val="TableParagraph"/>
              <w:numPr>
                <w:ilvl w:val="0"/>
                <w:numId w:val="36"/>
              </w:numPr>
              <w:tabs>
                <w:tab w:val="left" w:pos="812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programele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calcul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utilizate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B2C50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FD2D5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7E52E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01191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1204709C" w14:textId="77777777" w:rsidTr="00C04AE4">
        <w:trPr>
          <w:gridAfter w:val="2"/>
          <w:wAfter w:w="142" w:type="dxa"/>
          <w:trHeight w:val="86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865CF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6B74E" w14:textId="77777777" w:rsidR="009F75B4" w:rsidRPr="00E3660B" w:rsidRDefault="009F75B4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Sunt întocmite </w:t>
            </w:r>
            <w:r w:rsidRPr="00E3660B">
              <w:rPr>
                <w:rFonts w:ascii="Calibri" w:hAnsi="Calibri" w:cs="Calibri"/>
                <w:b/>
              </w:rPr>
              <w:t xml:space="preserve">caietele de sarcini </w:t>
            </w:r>
            <w:r w:rsidRPr="00E3660B">
              <w:rPr>
                <w:rFonts w:ascii="Calibri" w:hAnsi="Calibri" w:cs="Calibri"/>
              </w:rPr>
              <w:t>pentru fiecare specialitate, 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respectarea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precizărilor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capitolul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IV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Caiete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sarcini,</w:t>
            </w:r>
            <w:r w:rsidRPr="00E3660B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secțiunea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A </w:t>
            </w:r>
            <w:r w:rsidRPr="00E3660B">
              <w:rPr>
                <w:rFonts w:ascii="Calibri" w:hAnsi="Calibri" w:cs="Calibri"/>
                <w:i/>
              </w:rPr>
              <w:t>Pă</w:t>
            </w:r>
            <w:r w:rsidR="007B3E15">
              <w:rPr>
                <w:rFonts w:ascii="Calibri" w:hAnsi="Calibri" w:cs="Calibri"/>
                <w:i/>
              </w:rPr>
              <w:t>rți</w:t>
            </w:r>
            <w:r w:rsidRPr="00E3660B">
              <w:rPr>
                <w:rFonts w:ascii="Calibri" w:hAnsi="Calibri" w:cs="Calibri"/>
                <w:i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scrise,</w:t>
            </w:r>
            <w:r w:rsidRPr="00E3660B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anexei 10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la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HG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2DD9D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CA54F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E6FF0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9126A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6D20025C" w14:textId="77777777" w:rsidTr="00C04AE4">
        <w:trPr>
          <w:gridAfter w:val="2"/>
          <w:wAfter w:w="142" w:type="dxa"/>
          <w:trHeight w:val="85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0CD23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AA7F5" w14:textId="77777777" w:rsidR="009F75B4" w:rsidRPr="00E3660B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  <w:b/>
              </w:rPr>
              <w:t>Caietele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sarcini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descriu,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fără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restrictive,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lucrările,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materialele, utilajele, echipamentele tehnologice, etc   prevăzute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fiecărui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specialitate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în parte?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A3F96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658AC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4B001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0D108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7AD3910A" w14:textId="77777777" w:rsidTr="00C04AE4">
        <w:trPr>
          <w:gridAfter w:val="2"/>
          <w:wAfter w:w="142" w:type="dxa"/>
          <w:trHeight w:val="69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77731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43857" w14:textId="77777777" w:rsidR="009F75B4" w:rsidRPr="00E3660B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centralizatorul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cheltuielilor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obiectiv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investi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(Formularul F1) </w:t>
            </w:r>
            <w:r w:rsidR="007B3E15" w:rsidRPr="00E3660B">
              <w:rPr>
                <w:rFonts w:ascii="Calibri" w:hAnsi="Calibri" w:cs="Calibri"/>
              </w:rPr>
              <w:t>întocmit</w:t>
            </w:r>
            <w:r w:rsidRPr="00E3660B">
              <w:rPr>
                <w:rFonts w:ascii="Calibri" w:hAnsi="Calibri" w:cs="Calibri"/>
              </w:rPr>
              <w:t xml:space="preserve"> conform modelului din anexa 10 la HG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907/2016,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valorile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cheltuielilor?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23B85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24397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7F5BD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B0D20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133298F4" w14:textId="77777777" w:rsidTr="00C04AE4">
        <w:trPr>
          <w:gridAfter w:val="2"/>
          <w:wAfter w:w="142" w:type="dxa"/>
          <w:trHeight w:val="106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015C2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F8752" w14:textId="77777777"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20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centralizatoarele</w:t>
            </w:r>
            <w:r w:rsidRPr="00E3660B">
              <w:rPr>
                <w:rFonts w:ascii="Calibri" w:hAnsi="Calibri" w:cs="Calibri"/>
                <w:b/>
                <w:spacing w:val="2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cheltuielilor</w:t>
            </w:r>
            <w:r w:rsidRPr="00E3660B">
              <w:rPr>
                <w:rFonts w:ascii="Calibri" w:hAnsi="Calibri" w:cs="Calibri"/>
                <w:b/>
                <w:spacing w:val="2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pe</w:t>
            </w:r>
            <w:r w:rsidRPr="00E3660B">
              <w:rPr>
                <w:rFonts w:ascii="Calibri" w:hAnsi="Calibri" w:cs="Calibri"/>
                <w:b/>
                <w:spacing w:val="26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categorii</w:t>
            </w:r>
            <w:r w:rsidRPr="00E3660B">
              <w:rPr>
                <w:rFonts w:ascii="Calibri" w:hAnsi="Calibri" w:cs="Calibri"/>
                <w:b/>
                <w:spacing w:val="2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23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lucrări,</w:t>
            </w:r>
            <w:r w:rsidRPr="00E3660B">
              <w:rPr>
                <w:rFonts w:ascii="Calibri" w:hAnsi="Calibri" w:cs="Calibri"/>
                <w:b/>
                <w:spacing w:val="23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pe</w:t>
            </w:r>
            <w:r w:rsidRPr="00E3660B">
              <w:rPr>
                <w:rFonts w:ascii="Calibri" w:hAnsi="Calibri" w:cs="Calibri"/>
                <w:b/>
                <w:spacing w:val="-57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obiecte</w:t>
            </w:r>
            <w:r w:rsidRPr="00E3660B">
              <w:rPr>
                <w:rFonts w:ascii="Calibri" w:hAnsi="Calibri" w:cs="Calibri"/>
                <w:b/>
                <w:spacing w:val="21"/>
              </w:rPr>
              <w:t xml:space="preserve"> </w:t>
            </w:r>
            <w:r w:rsidRPr="00E3660B">
              <w:rPr>
                <w:rFonts w:ascii="Calibri" w:hAnsi="Calibri" w:cs="Calibri"/>
              </w:rPr>
              <w:t>(Formularele</w:t>
            </w:r>
            <w:r w:rsidRPr="00E3660B">
              <w:rPr>
                <w:rFonts w:ascii="Calibri" w:hAnsi="Calibri" w:cs="Calibri"/>
                <w:spacing w:val="17"/>
              </w:rPr>
              <w:t xml:space="preserve"> </w:t>
            </w:r>
            <w:r w:rsidRPr="00E3660B">
              <w:rPr>
                <w:rFonts w:ascii="Calibri" w:hAnsi="Calibri" w:cs="Calibri"/>
              </w:rPr>
              <w:t>F2),</w:t>
            </w:r>
            <w:r w:rsidRPr="00E3660B">
              <w:rPr>
                <w:rFonts w:ascii="Calibri" w:hAnsi="Calibri" w:cs="Calibri"/>
                <w:spacing w:val="19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întocmite</w:t>
            </w:r>
            <w:r w:rsidRPr="00E3660B">
              <w:rPr>
                <w:rFonts w:ascii="Calibri" w:hAnsi="Calibri" w:cs="Calibri"/>
                <w:spacing w:val="19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21"/>
              </w:rPr>
              <w:t xml:space="preserve"> </w:t>
            </w:r>
            <w:r w:rsidRPr="00E3660B">
              <w:rPr>
                <w:rFonts w:ascii="Calibri" w:hAnsi="Calibri" w:cs="Calibri"/>
              </w:rPr>
              <w:t>modelului</w:t>
            </w:r>
            <w:r w:rsidRPr="00E3660B">
              <w:rPr>
                <w:rFonts w:ascii="Calibri" w:hAnsi="Calibri" w:cs="Calibri"/>
                <w:spacing w:val="18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17"/>
              </w:rPr>
              <w:t xml:space="preserve"> </w:t>
            </w:r>
            <w:r w:rsidRPr="00E3660B">
              <w:rPr>
                <w:rFonts w:ascii="Calibri" w:hAnsi="Calibri" w:cs="Calibri"/>
              </w:rPr>
              <w:t>anexa</w:t>
            </w:r>
          </w:p>
          <w:p w14:paraId="5CF73871" w14:textId="77777777"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10</w:t>
            </w:r>
            <w:r w:rsidRPr="00E3660B">
              <w:rPr>
                <w:rFonts w:ascii="Calibri" w:hAnsi="Calibri" w:cs="Calibri"/>
                <w:spacing w:val="45"/>
              </w:rPr>
              <w:t xml:space="preserve"> </w:t>
            </w:r>
            <w:r w:rsidRPr="00E3660B">
              <w:rPr>
                <w:rFonts w:ascii="Calibri" w:hAnsi="Calibri" w:cs="Calibri"/>
              </w:rPr>
              <w:t>la</w:t>
            </w:r>
            <w:r w:rsidRPr="00E3660B">
              <w:rPr>
                <w:rFonts w:ascii="Calibri" w:hAnsi="Calibri" w:cs="Calibri"/>
                <w:spacing w:val="44"/>
              </w:rPr>
              <w:t xml:space="preserve"> </w:t>
            </w:r>
            <w:r w:rsidRPr="00E3660B">
              <w:rPr>
                <w:rFonts w:ascii="Calibri" w:hAnsi="Calibri" w:cs="Calibri"/>
              </w:rPr>
              <w:t>HG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907/2016,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44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  <w:spacing w:val="44"/>
              </w:rPr>
              <w:t xml:space="preserve"> </w:t>
            </w:r>
            <w:r w:rsidRPr="00E3660B">
              <w:rPr>
                <w:rFonts w:ascii="Calibri" w:hAnsi="Calibri" w:cs="Calibri"/>
              </w:rPr>
              <w:t>preturile</w:t>
            </w:r>
            <w:r w:rsidRPr="00E3660B">
              <w:rPr>
                <w:rFonts w:ascii="Calibri" w:hAnsi="Calibri" w:cs="Calibri"/>
                <w:spacing w:val="54"/>
              </w:rPr>
              <w:t xml:space="preserve"> </w:t>
            </w:r>
            <w:r w:rsidRPr="00E3660B">
              <w:rPr>
                <w:rFonts w:ascii="Calibri" w:hAnsi="Calibri" w:cs="Calibri"/>
              </w:rPr>
              <w:t>unitare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-57"/>
              </w:rPr>
              <w:t xml:space="preserve"> </w:t>
            </w:r>
            <w:r w:rsidRPr="00E3660B">
              <w:rPr>
                <w:rFonts w:ascii="Calibri" w:hAnsi="Calibri" w:cs="Calibri"/>
              </w:rPr>
              <w:t>valorile?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D3739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C35F6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EF74E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25C7B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6545C2B2" w14:textId="77777777" w:rsidTr="00C04AE4">
        <w:trPr>
          <w:gridAfter w:val="2"/>
          <w:wAfter w:w="142" w:type="dxa"/>
          <w:trHeight w:val="80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279F2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D0053" w14:textId="77777777" w:rsidR="009F75B4" w:rsidRPr="00E3660B" w:rsidRDefault="009F75B4" w:rsidP="001B674D">
            <w:pPr>
              <w:pStyle w:val="TableParagraph"/>
              <w:ind w:left="107" w:right="10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>listele cu cantită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ile de lucrări, pe categorii de lucrări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(Formularele F3) </w:t>
            </w:r>
            <w:r w:rsidR="007B3E15" w:rsidRPr="00E3660B">
              <w:rPr>
                <w:rFonts w:ascii="Calibri" w:hAnsi="Calibri" w:cs="Calibri"/>
              </w:rPr>
              <w:t>întocmite</w:t>
            </w:r>
            <w:r w:rsidRPr="00E3660B">
              <w:rPr>
                <w:rFonts w:ascii="Calibri" w:hAnsi="Calibri" w:cs="Calibri"/>
              </w:rPr>
              <w:t xml:space="preserve"> conform modelului din anexa 10 la HG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907/2016,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preturile unitare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valorile?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2279A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6024F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34F7E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D507D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41B5F296" w14:textId="77777777" w:rsidTr="00C04AE4">
        <w:trPr>
          <w:gridAfter w:val="2"/>
          <w:wAfter w:w="142" w:type="dxa"/>
          <w:trHeight w:val="9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B0719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C1B28" w14:textId="77777777" w:rsidR="009F75B4" w:rsidRPr="00E3660B" w:rsidRDefault="009F75B4" w:rsidP="001B674D">
            <w:pPr>
              <w:pStyle w:val="TableParagraph"/>
              <w:ind w:left="107" w:right="104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listele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cu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cantită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ile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utilaje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="007B3E15" w:rsidRPr="00E3660B">
              <w:rPr>
                <w:rFonts w:ascii="Calibri" w:hAnsi="Calibri" w:cs="Calibri"/>
                <w:b/>
              </w:rPr>
              <w:t>i</w:t>
            </w:r>
            <w:r w:rsidRPr="00E3660B">
              <w:rPr>
                <w:rFonts w:ascii="Calibri" w:hAnsi="Calibri" w:cs="Calibri"/>
                <w:b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echipamente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 xml:space="preserve">tehnologice, inclusiv dotări </w:t>
            </w:r>
            <w:r w:rsidRPr="00E3660B">
              <w:rPr>
                <w:rFonts w:ascii="Calibri" w:hAnsi="Calibri" w:cs="Calibri"/>
              </w:rPr>
              <w:t xml:space="preserve">(Formularele F4) </w:t>
            </w:r>
            <w:r w:rsidR="007B3E15" w:rsidRPr="00E3660B">
              <w:rPr>
                <w:rFonts w:ascii="Calibri" w:hAnsi="Calibri" w:cs="Calibri"/>
              </w:rPr>
              <w:t>întocmite</w:t>
            </w:r>
            <w:r w:rsidRPr="00E3660B">
              <w:rPr>
                <w:rFonts w:ascii="Calibri" w:hAnsi="Calibri" w:cs="Calibri"/>
              </w:rPr>
              <w:t xml:space="preserve"> conform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modelului din anexa 10 la HG 907/2016, in care se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urile unitare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si valorile 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A9589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797F7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DA77C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F2832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4A74489B" w14:textId="77777777" w:rsidTr="00C04AE4">
        <w:trPr>
          <w:gridAfter w:val="2"/>
          <w:wAfter w:w="142" w:type="dxa"/>
          <w:trHeight w:val="776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83809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A9F6A" w14:textId="77777777" w:rsidR="009F75B4" w:rsidRPr="00E3660B" w:rsidRDefault="009F75B4" w:rsidP="001B674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 xml:space="preserve">fisele tehnice </w:t>
            </w:r>
            <w:r w:rsidRPr="00E3660B">
              <w:rPr>
                <w:rFonts w:ascii="Calibri" w:hAnsi="Calibri" w:cs="Calibri"/>
              </w:rPr>
              <w:t xml:space="preserve">ale utilajelor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echipamentelor tehnologice,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inclusiv dotări (Formularele F5) </w:t>
            </w:r>
            <w:r w:rsidR="007B3E15" w:rsidRPr="00E3660B">
              <w:rPr>
                <w:rFonts w:ascii="Calibri" w:hAnsi="Calibri" w:cs="Calibri"/>
              </w:rPr>
              <w:t>întocmite</w:t>
            </w:r>
            <w:r w:rsidRPr="00E3660B">
              <w:rPr>
                <w:rFonts w:ascii="Calibri" w:hAnsi="Calibri" w:cs="Calibri"/>
              </w:rPr>
              <w:t xml:space="preserve"> conform modelului din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anexa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10 la HG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27FF3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349F7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98DE1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4D8F7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60627A38" w14:textId="77777777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24A15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0F76C" w14:textId="77777777" w:rsidR="009F75B4" w:rsidRPr="00E3660B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listele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cu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cantită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ile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lucrări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pentru</w:t>
            </w:r>
            <w:r w:rsidRPr="00E3660B">
              <w:rPr>
                <w:rFonts w:ascii="Calibri" w:hAnsi="Calibri" w:cs="Calibri"/>
                <w:b/>
                <w:spacing w:val="61"/>
              </w:rPr>
              <w:t xml:space="preserve"> </w:t>
            </w:r>
            <w:r w:rsidR="007B3E15" w:rsidRPr="00E3660B">
              <w:rPr>
                <w:rFonts w:ascii="Calibri" w:hAnsi="Calibri" w:cs="Calibri"/>
                <w:b/>
              </w:rPr>
              <w:t>construcții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provizorii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OS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(organizare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="007B3E15" w:rsidRPr="00E3660B">
              <w:rPr>
                <w:rFonts w:ascii="Calibri" w:hAnsi="Calibri" w:cs="Calibri"/>
              </w:rPr>
              <w:t>antier</w:t>
            </w:r>
            <w:r w:rsidRPr="00E3660B">
              <w:rPr>
                <w:rFonts w:ascii="Calibri" w:hAnsi="Calibri" w:cs="Calibri"/>
              </w:rPr>
              <w:t>),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î</w:t>
            </w:r>
            <w:r w:rsidRPr="00E3660B">
              <w:rPr>
                <w:rFonts w:ascii="Calibri" w:hAnsi="Calibri" w:cs="Calibri"/>
              </w:rPr>
              <w:t>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preturile unitare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si valorile?</w:t>
            </w:r>
          </w:p>
          <w:p w14:paraId="5210C45F" w14:textId="77777777" w:rsidR="009F75B4" w:rsidRPr="00E3660B" w:rsidRDefault="009F75B4" w:rsidP="001B674D">
            <w:pPr>
              <w:pStyle w:val="TableParagraph"/>
              <w:ind w:left="107" w:right="97"/>
              <w:jc w:val="both"/>
              <w:rPr>
                <w:rFonts w:ascii="Calibri" w:hAnsi="Calibri" w:cs="Calibri"/>
                <w:i/>
              </w:rPr>
            </w:pPr>
            <w:r w:rsidRPr="00E3660B">
              <w:rPr>
                <w:rFonts w:ascii="Calibri" w:hAnsi="Calibri" w:cs="Calibri"/>
                <w:i/>
              </w:rPr>
              <w:t xml:space="preserve">(Se pot </w:t>
            </w:r>
            <w:r w:rsidR="007B3E15" w:rsidRPr="00E3660B">
              <w:rPr>
                <w:rFonts w:ascii="Calibri" w:hAnsi="Calibri" w:cs="Calibri"/>
                <w:i/>
              </w:rPr>
              <w:t>întocmi</w:t>
            </w:r>
            <w:r w:rsidRPr="00E3660B">
              <w:rPr>
                <w:rFonts w:ascii="Calibri" w:hAnsi="Calibri" w:cs="Calibri"/>
                <w:i/>
              </w:rPr>
              <w:t xml:space="preserve"> folosind modelul de formular F3 din anexa</w:t>
            </w:r>
            <w:r w:rsidRPr="00E3660B">
              <w:rPr>
                <w:rFonts w:ascii="Calibri" w:hAnsi="Calibri" w:cs="Calibri"/>
                <w:i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10 la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HG</w:t>
            </w:r>
            <w:r w:rsidRPr="00E3660B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907/2016)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A5E0E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72E5C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A28C9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B64AF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176B9DA4" w14:textId="77777777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79EB8" w14:textId="77777777" w:rsidR="009F75B4" w:rsidRPr="00E3660B" w:rsidRDefault="009F75B4" w:rsidP="00644F34">
            <w:pPr>
              <w:pStyle w:val="TableParagraph"/>
              <w:numPr>
                <w:ilvl w:val="0"/>
                <w:numId w:val="34"/>
              </w:numPr>
              <w:ind w:right="29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0D3A9" w14:textId="77777777" w:rsidR="009F75B4" w:rsidRPr="00E3660B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  <w:b/>
              </w:rPr>
              <w:t xml:space="preserve">Devizul general </w:t>
            </w:r>
            <w:r w:rsidRPr="00E3660B">
              <w:rPr>
                <w:rFonts w:ascii="Calibri" w:hAnsi="Calibri" w:cs="Calibri"/>
              </w:rPr>
              <w:t xml:space="preserve">al obiectivului de </w:t>
            </w:r>
            <w:r w:rsidR="007B3E15" w:rsidRPr="00E3660B">
              <w:rPr>
                <w:rFonts w:ascii="Calibri" w:hAnsi="Calibri" w:cs="Calibri"/>
              </w:rPr>
              <w:t>investiție</w:t>
            </w:r>
            <w:r w:rsidRPr="00E3660B">
              <w:rPr>
                <w:rFonts w:ascii="Calibri" w:hAnsi="Calibri" w:cs="Calibri"/>
              </w:rPr>
              <w:t xml:space="preserve"> este </w:t>
            </w:r>
            <w:r w:rsidR="007B3E15" w:rsidRPr="00E3660B">
              <w:rPr>
                <w:rFonts w:ascii="Calibri" w:hAnsi="Calibri" w:cs="Calibri"/>
              </w:rPr>
              <w:t>întocmit</w:t>
            </w:r>
            <w:r w:rsidRPr="00E3660B">
              <w:rPr>
                <w:rFonts w:ascii="Calibri" w:hAnsi="Calibri" w:cs="Calibri"/>
              </w:rPr>
              <w:t xml:space="preserve"> conform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modelului din anexa 7 la HG 907/2016 si este actualizat astfel </w:t>
            </w:r>
            <w:r w:rsidR="007B3E15" w:rsidRPr="00E3660B">
              <w:rPr>
                <w:rFonts w:ascii="Calibri" w:hAnsi="Calibri" w:cs="Calibri"/>
              </w:rPr>
              <w:t>încât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sa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fie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corelat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valorile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formularele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F1</w:t>
            </w:r>
            <w:r w:rsidRPr="00E3660B">
              <w:rPr>
                <w:rFonts w:ascii="Calibri" w:hAnsi="Calibri" w:cs="Calibri"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</w:rPr>
              <w:t>–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F4?</w:t>
            </w:r>
          </w:p>
          <w:p w14:paraId="0914B392" w14:textId="77777777" w:rsidR="009F75B4" w:rsidRPr="00E3660B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Devizul general actualizat este </w:t>
            </w:r>
            <w:r w:rsidR="007B3E15" w:rsidRPr="00E3660B">
              <w:rPr>
                <w:rFonts w:ascii="Calibri" w:hAnsi="Calibri" w:cs="Calibri"/>
              </w:rPr>
              <w:t>însoțit</w:t>
            </w:r>
            <w:r w:rsidRPr="00E3660B">
              <w:rPr>
                <w:rFonts w:ascii="Calibri" w:hAnsi="Calibri" w:cs="Calibri"/>
              </w:rPr>
              <w:t xml:space="preserve"> de documentul legal de aprobare conform cu </w:t>
            </w:r>
            <w:r w:rsidR="007B3E15" w:rsidRPr="00E3660B">
              <w:rPr>
                <w:rFonts w:ascii="Calibri" w:hAnsi="Calibri" w:cs="Calibri"/>
              </w:rPr>
              <w:t>cerințele</w:t>
            </w:r>
            <w:r w:rsidRPr="00E3660B">
              <w:rPr>
                <w:rFonts w:ascii="Calibri" w:hAnsi="Calibri" w:cs="Calibri"/>
              </w:rPr>
              <w:t xml:space="preserve"> alin (4) din art 10 la HG907/2016?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98BDB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73AA7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1C4CC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7C5CA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0777B428" w14:textId="77777777" w:rsidTr="00C04AE4">
        <w:trPr>
          <w:gridAfter w:val="2"/>
          <w:wAfter w:w="142" w:type="dxa"/>
          <w:trHeight w:val="73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B6C74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C69BD" w14:textId="77777777" w:rsidR="009F75B4" w:rsidRPr="00E3660B" w:rsidRDefault="009F75B4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  <w:b/>
              </w:rPr>
              <w:t>Graficul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general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realizare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a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investi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iei,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întocmit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modelului din anexa 10 – formularul F6 -</w:t>
            </w:r>
            <w:r w:rsidRPr="00E3660B">
              <w:rPr>
                <w:rFonts w:ascii="Calibri" w:hAnsi="Calibri" w:cs="Calibri"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</w:rPr>
              <w:t>la HG 907/2016, este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1826E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578B9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524FA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86782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4BE59727" w14:textId="77777777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7126A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A229B" w14:textId="77777777" w:rsidR="009F75B4" w:rsidRPr="00E3660B" w:rsidRDefault="009F75B4" w:rsidP="001B674D">
            <w:pPr>
              <w:pStyle w:val="TableParagraph"/>
              <w:ind w:left="107" w:right="9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Este precizata in proiect </w:t>
            </w:r>
            <w:r w:rsidRPr="00E3660B">
              <w:rPr>
                <w:rFonts w:ascii="Calibri" w:hAnsi="Calibri" w:cs="Calibri"/>
                <w:b/>
              </w:rPr>
              <w:t xml:space="preserve">categoria de importanta a </w:t>
            </w:r>
            <w:r w:rsidR="007B3E15" w:rsidRPr="00E3660B">
              <w:rPr>
                <w:rFonts w:ascii="Calibri" w:hAnsi="Calibri" w:cs="Calibri"/>
                <w:b/>
              </w:rPr>
              <w:t>construcției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prevederilor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art.23 a)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Legea 10/1995?</w:t>
            </w:r>
          </w:p>
          <w:p w14:paraId="172E73B2" w14:textId="77777777" w:rsidR="009F75B4" w:rsidRPr="00E3660B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Sunt precizate in proiect cerin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ele pe care </w:t>
            </w:r>
            <w:r w:rsidR="007B3E15" w:rsidRPr="00E3660B">
              <w:rPr>
                <w:rFonts w:ascii="Calibri" w:hAnsi="Calibri" w:cs="Calibri"/>
              </w:rPr>
              <w:t>documentația</w:t>
            </w:r>
            <w:r w:rsidRPr="00E3660B">
              <w:rPr>
                <w:rFonts w:ascii="Calibri" w:hAnsi="Calibri" w:cs="Calibri"/>
              </w:rPr>
              <w:t xml:space="preserve"> trebuie sa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îndeplinească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prevederilor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art</w:t>
            </w:r>
            <w:r w:rsidR="007B3E15">
              <w:rPr>
                <w:rFonts w:ascii="Calibri" w:hAnsi="Calibri" w:cs="Calibri"/>
              </w:rPr>
              <w:t>.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6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HG</w:t>
            </w:r>
            <w:r w:rsidRPr="00E3660B">
              <w:rPr>
                <w:rFonts w:ascii="Calibri" w:hAnsi="Calibri" w:cs="Calibri"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</w:rPr>
              <w:t>925/1995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pentru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aprobarea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Regulamentului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verificare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Pr="00E3660B">
              <w:rPr>
                <w:rFonts w:ascii="Calibri" w:hAnsi="Calibri" w:cs="Calibri"/>
                <w:i/>
              </w:rPr>
              <w:t>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expertizare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tehnica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calitate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proiectelor,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execu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iei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lucrărilor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Pr="00E3660B">
              <w:rPr>
                <w:rFonts w:ascii="Calibri" w:hAnsi="Calibri" w:cs="Calibri"/>
                <w:i/>
              </w:rPr>
              <w:t>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construc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 xml:space="preserve">iilor actualizată cu </w:t>
            </w:r>
            <w:r w:rsidR="007B3E15" w:rsidRPr="00E3660B">
              <w:rPr>
                <w:rFonts w:ascii="Calibri" w:hAnsi="Calibri" w:cs="Calibri"/>
                <w:i/>
              </w:rPr>
              <w:t>prevederile</w:t>
            </w:r>
            <w:r w:rsidRPr="00E3660B">
              <w:rPr>
                <w:rFonts w:ascii="Calibri" w:hAnsi="Calibri" w:cs="Calibri"/>
                <w:i/>
              </w:rPr>
              <w:t xml:space="preserve"> HOTĂRÂRII nr. 742 din 13 septembrie 2018, privind modificarea Hotărârii Guvernului nr. 925/1995 pentru aprobarea Regulamentului de verificare 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Pr="00E3660B">
              <w:rPr>
                <w:rFonts w:ascii="Calibri" w:hAnsi="Calibri" w:cs="Calibri"/>
                <w:i/>
              </w:rPr>
              <w:t>i expertizare tehnică de calitate a proiectelor, a execu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 xml:space="preserve">iei lucrărilor 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Pr="00E3660B">
              <w:rPr>
                <w:rFonts w:ascii="Calibri" w:hAnsi="Calibri" w:cs="Calibri"/>
                <w:i/>
              </w:rPr>
              <w:t>i a construc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iilor 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92FE7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FB29F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4416D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EA6E7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1552BE8F" w14:textId="77777777" w:rsidTr="00C04AE4">
        <w:trPr>
          <w:gridAfter w:val="2"/>
          <w:wAfter w:w="142" w:type="dxa"/>
          <w:trHeight w:val="63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48597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5C433" w14:textId="77777777" w:rsidR="009F75B4" w:rsidRPr="00E3660B" w:rsidRDefault="009F75B4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  <w:b/>
              </w:rPr>
              <w:t>P</w:t>
            </w:r>
            <w:r w:rsidR="007B3E15">
              <w:rPr>
                <w:rFonts w:ascii="Calibri" w:hAnsi="Calibri" w:cs="Calibri"/>
                <w:b/>
              </w:rPr>
              <w:t>ă</w:t>
            </w:r>
            <w:r w:rsidRPr="00E3660B">
              <w:rPr>
                <w:rFonts w:ascii="Calibri" w:hAnsi="Calibri" w:cs="Calibri"/>
                <w:b/>
              </w:rPr>
              <w:t>r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 xml:space="preserve">ile Desenate </w:t>
            </w:r>
            <w:r w:rsidRPr="00E3660B">
              <w:rPr>
                <w:rFonts w:ascii="Calibri" w:hAnsi="Calibri" w:cs="Calibri"/>
              </w:rPr>
              <w:t>sunt elaborate in conformitate cu prevederile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Anexei 10 la HG 907/2016,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i cuprind </w:t>
            </w:r>
            <w:r w:rsidR="007B3E15"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="007B3E15"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</w:rPr>
              <w:t xml:space="preserve"> ale tuturor obiectelor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investiție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aferente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tuturor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specialităților</w:t>
            </w:r>
            <w:r w:rsidRPr="00E3660B">
              <w:rPr>
                <w:rFonts w:ascii="Calibri" w:hAnsi="Calibri" w:cs="Calibri"/>
                <w:spacing w:val="6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4CA44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088B7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9B18B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CEBE6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0851F17C" w14:textId="77777777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52BEC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2CA83" w14:textId="77777777"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Exista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  <w:b/>
              </w:rPr>
              <w:t>Plan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="007B3E15" w:rsidRPr="00E3660B">
              <w:rPr>
                <w:rFonts w:ascii="Calibri" w:hAnsi="Calibri" w:cs="Calibri"/>
                <w:b/>
              </w:rPr>
              <w:t>e</w:t>
            </w:r>
            <w:r w:rsidRPr="00E3660B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generale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cuprind:</w:t>
            </w:r>
          </w:p>
          <w:p w14:paraId="692FCBE5" w14:textId="77777777" w:rsidR="009F75B4" w:rsidRPr="00E3660B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încadrare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zona?</w:t>
            </w:r>
          </w:p>
          <w:p w14:paraId="69ADF4E5" w14:textId="77777777" w:rsidR="009F75B4" w:rsidRPr="00E3660B" w:rsidRDefault="007B3E15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ele</w:t>
            </w:r>
            <w:r w:rsidR="009F75B4" w:rsidRPr="00E3660B">
              <w:rPr>
                <w:rFonts w:ascii="Calibri" w:hAnsi="Calibri" w:cs="Calibri"/>
              </w:rPr>
              <w:t xml:space="preserve">   de  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 xml:space="preserve">amplasare  </w:t>
            </w:r>
            <w:r w:rsidR="009F75B4" w:rsidRPr="00E3660B">
              <w:rPr>
                <w:rFonts w:ascii="Calibri" w:hAnsi="Calibri" w:cs="Calibri"/>
                <w:spacing w:val="2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 xml:space="preserve">a  </w:t>
            </w:r>
            <w:r w:rsidR="009F75B4" w:rsidRPr="00E3660B">
              <w:rPr>
                <w:rFonts w:ascii="Calibri" w:hAnsi="Calibri" w:cs="Calibri"/>
                <w:spacing w:val="3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 xml:space="preserve">reperelor   de  </w:t>
            </w:r>
            <w:r w:rsidR="009F75B4" w:rsidRPr="00E3660B">
              <w:rPr>
                <w:rFonts w:ascii="Calibri" w:hAnsi="Calibri" w:cs="Calibri"/>
                <w:spacing w:val="3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 xml:space="preserve">nivelment  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ș</w:t>
            </w:r>
            <w:r w:rsidR="009F75B4" w:rsidRPr="00E3660B">
              <w:rPr>
                <w:rFonts w:ascii="Calibri" w:hAnsi="Calibri" w:cs="Calibri"/>
              </w:rPr>
              <w:t>i</w:t>
            </w:r>
          </w:p>
          <w:p w14:paraId="5198D3D3" w14:textId="77777777" w:rsidR="009F75B4" w:rsidRPr="00E3660B" w:rsidRDefault="009F75B4" w:rsidP="001B674D">
            <w:pPr>
              <w:pStyle w:val="TableParagraph"/>
              <w:ind w:left="82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planimetrice?</w:t>
            </w:r>
          </w:p>
          <w:p w14:paraId="6F032F4C" w14:textId="77777777" w:rsidR="009F75B4" w:rsidRPr="00E3660B" w:rsidRDefault="007B3E15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ele</w:t>
            </w:r>
            <w:r w:rsidR="009F75B4" w:rsidRPr="00E3660B">
              <w:rPr>
                <w:rFonts w:ascii="Calibri" w:hAnsi="Calibri" w:cs="Calibri"/>
                <w:spacing w:val="-8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topografice</w:t>
            </w:r>
            <w:r w:rsidR="009F75B4" w:rsidRPr="00E3660B">
              <w:rPr>
                <w:rFonts w:ascii="Calibri" w:hAnsi="Calibri" w:cs="Calibri"/>
                <w:spacing w:val="-8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principale?</w:t>
            </w:r>
          </w:p>
          <w:p w14:paraId="683A7B28" w14:textId="77777777" w:rsidR="009F75B4" w:rsidRPr="00E3660B" w:rsidRDefault="007B3E15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="009F75B4" w:rsidRPr="00E3660B">
              <w:rPr>
                <w:rFonts w:ascii="Calibri" w:hAnsi="Calibri" w:cs="Calibri"/>
              </w:rPr>
              <w:t xml:space="preserve"> de amplasare a forajelor </w:t>
            </w:r>
            <w:r>
              <w:rPr>
                <w:rFonts w:ascii="Calibri" w:hAnsi="Calibri" w:cs="Calibri"/>
              </w:rPr>
              <w:t>ș</w:t>
            </w:r>
            <w:r w:rsidR="009F75B4" w:rsidRPr="00E3660B">
              <w:rPr>
                <w:rFonts w:ascii="Calibri" w:hAnsi="Calibri" w:cs="Calibri"/>
              </w:rPr>
              <w:t>i profilurilor geotehnice,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cu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înscrierea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condi</w:t>
            </w:r>
            <w:r>
              <w:rPr>
                <w:rFonts w:ascii="Calibri" w:hAnsi="Calibri" w:cs="Calibri"/>
              </w:rPr>
              <w:t>ț</w:t>
            </w:r>
            <w:r w:rsidR="009F75B4" w:rsidRPr="00E3660B">
              <w:rPr>
                <w:rFonts w:ascii="Calibri" w:hAnsi="Calibri" w:cs="Calibri"/>
              </w:rPr>
              <w:t>iilor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ș</w:t>
            </w:r>
            <w:r w:rsidR="009F75B4" w:rsidRPr="00E3660B">
              <w:rPr>
                <w:rFonts w:ascii="Calibri" w:hAnsi="Calibri" w:cs="Calibri"/>
              </w:rPr>
              <w:t>i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a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recomandărilor</w:t>
            </w:r>
            <w:r w:rsidR="009F75B4" w:rsidRPr="00E3660B">
              <w:rPr>
                <w:rFonts w:ascii="Calibri" w:hAnsi="Calibri" w:cs="Calibri"/>
                <w:spacing w:val="6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privind</w:t>
            </w:r>
            <w:r w:rsidR="009F75B4" w:rsidRPr="00E3660B">
              <w:rPr>
                <w:rFonts w:ascii="Calibri" w:hAnsi="Calibri" w:cs="Calibri"/>
                <w:spacing w:val="-58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lucrările</w:t>
            </w:r>
            <w:r w:rsidR="009F75B4"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de</w:t>
            </w:r>
            <w:r w:rsidR="009F75B4" w:rsidRPr="00E3660B">
              <w:rPr>
                <w:rFonts w:ascii="Calibri" w:hAnsi="Calibri" w:cs="Calibri"/>
                <w:spacing w:val="-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fundare?</w:t>
            </w:r>
          </w:p>
          <w:p w14:paraId="269393CF" w14:textId="77777777" w:rsidR="009F75B4" w:rsidRPr="00E3660B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99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 principale de amplasare a obiectelor, cu înscrierea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cotelor de nivel, a distan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elor de amplasare, orientărilor,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coordonatelor,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axelor,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reperelor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nivelment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planimetrice,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±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0,00,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trotuarelor,</w:t>
            </w:r>
            <w:r w:rsidRPr="00E3660B">
              <w:rPr>
                <w:rFonts w:ascii="Calibri" w:hAnsi="Calibri" w:cs="Calibri"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cotelor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distan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elor principale de amplasare a drumurilor,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trotuarelor,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aleilor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pietonale,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platformelor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asemenea?</w:t>
            </w:r>
          </w:p>
          <w:p w14:paraId="069A43B8" w14:textId="77777777" w:rsidR="009F75B4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principale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sistematizarea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verticală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terenului,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înscrierea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volumelor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terasamente,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săpături-umpluturi,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depozite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pământ,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volumul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pământului transportat (excedent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deficit), a lucrărilor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privind stratul vegetal, a precizărilor privind utilajele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echipamentele de lucru, precum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a altor informa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elemente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tehnologice?</w:t>
            </w:r>
          </w:p>
          <w:p w14:paraId="6724A350" w14:textId="77777777" w:rsidR="00C04AE4" w:rsidRPr="00E3660B" w:rsidRDefault="00C04AE4" w:rsidP="00C04AE4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principale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construc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subterane,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cuprinzând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amplasarea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profiluri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longitudinale/transversale,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dimensiuni,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</w:rPr>
              <w:t>nivel,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cofraj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i armare, ariile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cerin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ele specifice ale o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elului,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clasa betoanelor, protec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izola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 hidrofuge, protec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împotriva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agresivită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solului,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coroziunii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asemenea?</w:t>
            </w:r>
          </w:p>
          <w:p w14:paraId="039A1A1E" w14:textId="77777777" w:rsidR="00C04AE4" w:rsidRPr="009F75B4" w:rsidRDefault="00C04AE4" w:rsidP="00C04AE4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amplasare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reperelor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fixe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mobile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trasare?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8B382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B6E6B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80A2A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ABA83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554B550E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9D6DF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50505" w14:textId="77777777" w:rsidR="009F75B4" w:rsidRPr="00E3660B" w:rsidRDefault="009F75B4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>plan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Pr="00E3660B">
              <w:rPr>
                <w:rFonts w:ascii="Calibri" w:hAnsi="Calibri" w:cs="Calibri"/>
                <w:b/>
              </w:rPr>
              <w:t xml:space="preserve">e de arhitectura </w:t>
            </w:r>
            <w:r w:rsidRPr="00E3660B">
              <w:rPr>
                <w:rFonts w:ascii="Calibri" w:hAnsi="Calibri" w:cs="Calibri"/>
              </w:rPr>
              <w:t>pentru fiecare obiect, care contin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dimensiuni,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distan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func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arii,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precizări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finisajele si calitatea acestora (pentru fiecare nivel subteran 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suprateran, inclusiv pentru sistemul de acoperire) cu reprezentarea 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mobilierului,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indicarea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finisajelor, fa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ade cu indicarea finisajelor si, dup</w:t>
            </w:r>
            <w:r w:rsidR="007B3E15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</w:rPr>
              <w:t xml:space="preserve"> caz, încadrarea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frontul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stradal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existent 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E931F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EBAF0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68F9B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0286A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23F556B6" w14:textId="77777777" w:rsidTr="00C04AE4">
        <w:trPr>
          <w:gridAfter w:val="1"/>
          <w:wAfter w:w="99" w:type="dxa"/>
          <w:trHeight w:val="82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ADF2A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0295F" w14:textId="77777777" w:rsidR="009F75B4" w:rsidRPr="00E3660B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>plan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Pr="00E3660B">
              <w:rPr>
                <w:rFonts w:ascii="Calibri" w:hAnsi="Calibri" w:cs="Calibri"/>
                <w:b/>
              </w:rPr>
              <w:t xml:space="preserve">e de structura </w:t>
            </w:r>
            <w:r w:rsidRPr="00E3660B">
              <w:rPr>
                <w:rFonts w:ascii="Calibri" w:hAnsi="Calibri" w:cs="Calibri"/>
              </w:rPr>
              <w:t>pentru fiecare obiect, care definesc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alcătuirea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structurii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rezisten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ă,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toate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caracteristicile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acesteia,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cuprind:</w:t>
            </w:r>
          </w:p>
          <w:p w14:paraId="2EDFF68F" w14:textId="77777777" w:rsidR="009F75B4" w:rsidRPr="00E3660B" w:rsidRDefault="009F75B4" w:rsidP="001B674D">
            <w:pPr>
              <w:pStyle w:val="TableParagraph"/>
              <w:numPr>
                <w:ilvl w:val="0"/>
                <w:numId w:val="38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planurile</w:t>
            </w:r>
            <w:r w:rsidRPr="00E3660B">
              <w:rPr>
                <w:rFonts w:ascii="Calibri" w:hAnsi="Calibri" w:cs="Calibri"/>
                <w:spacing w:val="-8"/>
              </w:rPr>
              <w:t xml:space="preserve"> </w:t>
            </w:r>
            <w:r w:rsidRPr="00E3660B">
              <w:rPr>
                <w:rFonts w:ascii="Calibri" w:hAnsi="Calibri" w:cs="Calibri"/>
              </w:rPr>
              <w:t>infrastructurii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sec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iunile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caracteristice</w:t>
            </w:r>
            <w:r w:rsidRPr="00E3660B">
              <w:rPr>
                <w:rFonts w:ascii="Calibri" w:hAnsi="Calibri" w:cs="Calibri"/>
                <w:spacing w:val="-8"/>
              </w:rPr>
              <w:t xml:space="preserve"> </w:t>
            </w:r>
            <w:r w:rsidRPr="00E3660B">
              <w:rPr>
                <w:rFonts w:ascii="Calibri" w:hAnsi="Calibri" w:cs="Calibri"/>
              </w:rPr>
              <w:t>cotate?</w:t>
            </w:r>
          </w:p>
          <w:p w14:paraId="610285A4" w14:textId="77777777" w:rsidR="009F75B4" w:rsidRPr="00E3660B" w:rsidRDefault="009F75B4" w:rsidP="001B674D">
            <w:pPr>
              <w:pStyle w:val="TableParagraph"/>
              <w:numPr>
                <w:ilvl w:val="0"/>
                <w:numId w:val="38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planurile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suprastructurii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sec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iunile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caracteristice</w:t>
            </w:r>
            <w:r w:rsidRPr="00E3660B">
              <w:rPr>
                <w:rFonts w:ascii="Calibri" w:hAnsi="Calibri" w:cs="Calibri"/>
                <w:spacing w:val="-8"/>
              </w:rPr>
              <w:t xml:space="preserve"> </w:t>
            </w:r>
            <w:r w:rsidRPr="00E3660B">
              <w:rPr>
                <w:rFonts w:ascii="Calibri" w:hAnsi="Calibri" w:cs="Calibri"/>
              </w:rPr>
              <w:t>cotate?</w:t>
            </w:r>
          </w:p>
          <w:p w14:paraId="38CDDF89" w14:textId="77777777" w:rsidR="009F75B4" w:rsidRPr="00E3660B" w:rsidRDefault="009F75B4" w:rsidP="001B674D">
            <w:pPr>
              <w:pStyle w:val="TableParagraph"/>
              <w:numPr>
                <w:ilvl w:val="0"/>
                <w:numId w:val="38"/>
              </w:numPr>
              <w:tabs>
                <w:tab w:val="left" w:pos="900"/>
              </w:tabs>
              <w:ind w:right="98"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descrierea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solu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constructive,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descrierea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ordinii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montaj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(numai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situa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speciale în care aceasta este obligatorie), recomandări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transportul,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manipularea,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depozitarea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montajul?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56761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BE18F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90550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DAA26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2B80ECBB" w14:textId="77777777" w:rsidTr="00C04AE4">
        <w:trPr>
          <w:gridAfter w:val="1"/>
          <w:wAfter w:w="99" w:type="dxa"/>
          <w:trHeight w:val="76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C54F8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46131" w14:textId="77777777" w:rsidR="009F75B4" w:rsidRPr="00E3660B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 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 de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 pentru fiecare obiect care definesc 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expliciteaz</w:t>
            </w:r>
            <w:r w:rsidR="007B3E15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amplasarea,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alcătuirea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ia</w:t>
            </w:r>
            <w:r w:rsidRPr="00E3660B">
              <w:rPr>
                <w:rFonts w:ascii="Calibri" w:hAnsi="Calibri" w:cs="Calibri"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</w:rPr>
              <w:t>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inclusiv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cote,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dimensiuni,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toleran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asemenea?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1905B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BE121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88263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EC9CF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0F1EE69A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69662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3D5E9" w14:textId="77777777"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9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plan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Pr="00E3660B">
              <w:rPr>
                <w:rFonts w:ascii="Calibri" w:hAnsi="Calibri" w:cs="Calibri"/>
                <w:b/>
              </w:rPr>
              <w:t>e</w:t>
            </w:r>
            <w:r w:rsidRPr="00E3660B">
              <w:rPr>
                <w:rFonts w:ascii="Calibri" w:hAnsi="Calibri" w:cs="Calibri"/>
                <w:b/>
                <w:spacing w:val="1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9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utilajele</w:t>
            </w:r>
            <w:r w:rsidRPr="00E3660B">
              <w:rPr>
                <w:rFonts w:ascii="Calibri" w:hAnsi="Calibri" w:cs="Calibri"/>
                <w:b/>
                <w:spacing w:val="9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si</w:t>
            </w:r>
            <w:r w:rsidRPr="00E3660B">
              <w:rPr>
                <w:rFonts w:ascii="Calibri" w:hAnsi="Calibri" w:cs="Calibri"/>
                <w:b/>
                <w:spacing w:val="9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echipamentele</w:t>
            </w:r>
            <w:r w:rsidRPr="00E3660B">
              <w:rPr>
                <w:rFonts w:ascii="Calibri" w:hAnsi="Calibri" w:cs="Calibri"/>
                <w:b/>
                <w:spacing w:val="1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tehnologice</w:t>
            </w:r>
            <w:r w:rsidRPr="00E3660B">
              <w:rPr>
                <w:rFonts w:ascii="Calibri" w:hAnsi="Calibri" w:cs="Calibri"/>
                <w:b/>
                <w:spacing w:val="12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cuprind,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dup</w:t>
            </w:r>
            <w:r w:rsidR="007B3E15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caz:</w:t>
            </w:r>
          </w:p>
          <w:p w14:paraId="3AF24135" w14:textId="77777777"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ansamblu?</w:t>
            </w:r>
          </w:p>
          <w:p w14:paraId="7ABC67F1" w14:textId="77777777"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scheme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ale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fluxului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tehnologic?</w:t>
            </w:r>
          </w:p>
          <w:p w14:paraId="28EC72A7" w14:textId="77777777"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scheme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cinematice,</w:t>
            </w:r>
            <w:r w:rsidRPr="00E3660B">
              <w:rPr>
                <w:rFonts w:ascii="Calibri" w:hAnsi="Calibri" w:cs="Calibri"/>
                <w:spacing w:val="-8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indicarea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principalilor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parametri?</w:t>
            </w:r>
          </w:p>
          <w:p w14:paraId="11F72BF0" w14:textId="77777777"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scheme ale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iilor hidraulice, pneumatice, electrice,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 automatizare, comunica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ii, re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ele de combustibil, apă,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iluminat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i altele asemenea, precum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ale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tehnologice?</w:t>
            </w:r>
          </w:p>
          <w:p w14:paraId="525D63AA" w14:textId="77777777"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 de montaj, cu indicarea geometriilor, dimensiunilor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de amplasare, presta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iilor, sarcinilor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a altor informa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 aceea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natură, inclusiv a schemelor tehnologice 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montaj?</w:t>
            </w:r>
          </w:p>
          <w:p w14:paraId="63C5438D" w14:textId="77777777"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diagrame, nomograme, calcule inginere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ti, tehnologice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 montaj, inclusiv materialul grafic necesar punerii în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func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iune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exploatării?</w:t>
            </w:r>
          </w:p>
          <w:p w14:paraId="21BD6D6A" w14:textId="77777777"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liste cu utilaje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echipamente din componen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 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inclusiv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fi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cuprinzând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parametrii,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performan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caracteristicile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acestora?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B3247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4C587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AB012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18F30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2F28F13E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16455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2E82C" w14:textId="77777777" w:rsidR="009F75B4" w:rsidRPr="00E3660B" w:rsidRDefault="009F75B4" w:rsidP="001B674D">
            <w:pPr>
              <w:pStyle w:val="TableParagraph"/>
              <w:ind w:left="107"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plan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Pr="00E3660B">
              <w:rPr>
                <w:rFonts w:ascii="Calibri" w:hAnsi="Calibri" w:cs="Calibri"/>
                <w:b/>
              </w:rPr>
              <w:t>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dotări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prezinta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amplasarea,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montajul,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inclusiv cote, dimensiuni, sec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iuni, vederi, tablouri de dotări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asemenea,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pentru:</w:t>
            </w:r>
          </w:p>
          <w:p w14:paraId="2EC1AAEA" w14:textId="77777777" w:rsidR="009F75B4" w:rsidRPr="00E3660B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piese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mobilier?</w:t>
            </w:r>
          </w:p>
          <w:p w14:paraId="56C69F0F" w14:textId="77777777" w:rsidR="009F75B4" w:rsidRPr="00E3660B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elemente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inventar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gospodăresc?</w:t>
            </w:r>
          </w:p>
          <w:p w14:paraId="1CD0EA4D" w14:textId="77777777" w:rsidR="009F75B4" w:rsidRPr="00E3660B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  <w:tab w:val="left" w:pos="1662"/>
                <w:tab w:val="left" w:pos="2094"/>
                <w:tab w:val="left" w:pos="3093"/>
                <w:tab w:val="left" w:pos="3990"/>
                <w:tab w:val="left" w:pos="4434"/>
                <w:tab w:val="left" w:pos="535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dotări</w:t>
            </w:r>
            <w:r w:rsidRPr="00E3660B">
              <w:rPr>
                <w:rFonts w:ascii="Calibri" w:hAnsi="Calibri" w:cs="Calibri"/>
              </w:rPr>
              <w:tab/>
              <w:t>cu</w:t>
            </w:r>
            <w:r w:rsidRPr="00E3660B">
              <w:rPr>
                <w:rFonts w:ascii="Calibri" w:hAnsi="Calibri" w:cs="Calibri"/>
              </w:rPr>
              <w:tab/>
              <w:t>mijloace</w:t>
            </w:r>
            <w:r w:rsidRPr="00E3660B">
              <w:rPr>
                <w:rFonts w:ascii="Calibri" w:hAnsi="Calibri" w:cs="Calibri"/>
              </w:rPr>
              <w:tab/>
              <w:t>tehnice</w:t>
            </w:r>
            <w:r w:rsidRPr="00E3660B">
              <w:rPr>
                <w:rFonts w:ascii="Calibri" w:hAnsi="Calibri" w:cs="Calibri"/>
              </w:rPr>
              <w:tab/>
              <w:t>de</w:t>
            </w:r>
            <w:r w:rsidRPr="00E3660B">
              <w:rPr>
                <w:rFonts w:ascii="Calibri" w:hAnsi="Calibri" w:cs="Calibri"/>
              </w:rPr>
              <w:tab/>
              <w:t xml:space="preserve">apărare </w:t>
            </w:r>
            <w:r w:rsidRPr="00E3660B">
              <w:rPr>
                <w:rFonts w:ascii="Calibri" w:hAnsi="Calibri" w:cs="Calibri"/>
              </w:rPr>
              <w:tab/>
              <w:t>împotriva incendiilor?</w:t>
            </w:r>
          </w:p>
          <w:p w14:paraId="15B95C60" w14:textId="77777777" w:rsidR="009F75B4" w:rsidRPr="00E3660B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dotări necesare securită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 muncii?</w:t>
            </w:r>
          </w:p>
          <w:p w14:paraId="03197E89" w14:textId="77777777" w:rsidR="009F75B4" w:rsidRPr="00E3660B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  <w:tab w:val="left" w:pos="1662"/>
                <w:tab w:val="left" w:pos="2094"/>
                <w:tab w:val="left" w:pos="3093"/>
                <w:tab w:val="left" w:pos="3990"/>
                <w:tab w:val="left" w:pos="4434"/>
                <w:tab w:val="left" w:pos="535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alte dotări necesare în func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 de specific, daca este cazul?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7EEF7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73F1E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D3402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124AF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14:paraId="0BB0BE01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B9CAE" w14:textId="77777777"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6B227" w14:textId="77777777" w:rsidR="00AC4893" w:rsidRPr="00E3660B" w:rsidRDefault="00AC4893" w:rsidP="001B674D">
            <w:pPr>
              <w:pStyle w:val="TableParagraph"/>
              <w:ind w:left="107" w:right="100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Materialele,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prefabricatele,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confecțiile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utilajele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echipamentele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sunt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definite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parametrii,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performante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caracteristici, </w:t>
            </w:r>
            <w:r w:rsidR="007B3E15" w:rsidRPr="00E3660B">
              <w:rPr>
                <w:rFonts w:ascii="Calibri" w:hAnsi="Calibri" w:cs="Calibri"/>
              </w:rPr>
              <w:t>fără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face referiri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sau trimiteri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mărci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fabrica,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producători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furnizori, etc?</w:t>
            </w:r>
          </w:p>
          <w:p w14:paraId="0C9D4E13" w14:textId="77777777" w:rsidR="00AC4893" w:rsidRPr="00E3660B" w:rsidRDefault="00AC4893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Nu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exista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recomandări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sau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precizări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sa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reducă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concurenta?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8E275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454C7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551EE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4BFDA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14:paraId="5F340B48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5DB7F" w14:textId="77777777"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25447" w14:textId="77777777" w:rsidR="00AC4893" w:rsidRPr="00E3660B" w:rsidRDefault="00AC4893" w:rsidP="001B674D">
            <w:pPr>
              <w:pStyle w:val="TableParagraph"/>
              <w:ind w:left="107"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detalii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  <w:b/>
              </w:rPr>
              <w:t>execuție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alcătuirea,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asamblarea,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executarea,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montarea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asemenea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opera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păr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i/elemente de construc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 ori de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 aferente acesteia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12"/>
              </w:rPr>
              <w:t xml:space="preserve"> </w:t>
            </w:r>
            <w:r w:rsidRPr="00E3660B">
              <w:rPr>
                <w:rFonts w:ascii="Calibri" w:hAnsi="Calibri" w:cs="Calibri"/>
              </w:rPr>
              <w:t>indică</w:t>
            </w:r>
            <w:r w:rsidRPr="00E3660B">
              <w:rPr>
                <w:rFonts w:ascii="Calibri" w:hAnsi="Calibri" w:cs="Calibri"/>
                <w:spacing w:val="17"/>
              </w:rPr>
              <w:t xml:space="preserve"> </w:t>
            </w:r>
            <w:r w:rsidRPr="00E3660B">
              <w:rPr>
                <w:rFonts w:ascii="Calibri" w:hAnsi="Calibri" w:cs="Calibri"/>
              </w:rPr>
              <w:t>dimensiuni,</w:t>
            </w:r>
            <w:r w:rsidRPr="00E3660B">
              <w:rPr>
                <w:rFonts w:ascii="Calibri" w:hAnsi="Calibri" w:cs="Calibri"/>
                <w:spacing w:val="11"/>
              </w:rPr>
              <w:t xml:space="preserve"> </w:t>
            </w:r>
            <w:r w:rsidRPr="00E3660B">
              <w:rPr>
                <w:rFonts w:ascii="Calibri" w:hAnsi="Calibri" w:cs="Calibri"/>
              </w:rPr>
              <w:t>materiale,</w:t>
            </w:r>
            <w:r w:rsidRPr="00E3660B">
              <w:rPr>
                <w:rFonts w:ascii="Calibri" w:hAnsi="Calibri" w:cs="Calibri"/>
                <w:spacing w:val="12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tehnologii</w:t>
            </w:r>
            <w:r w:rsidRPr="00E3660B">
              <w:rPr>
                <w:rFonts w:ascii="Calibri" w:hAnsi="Calibri" w:cs="Calibri"/>
                <w:spacing w:val="1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4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ie,</w:t>
            </w:r>
            <w:r w:rsidRPr="00E3660B">
              <w:rPr>
                <w:rFonts w:ascii="Calibri" w:hAnsi="Calibri" w:cs="Calibri"/>
                <w:spacing w:val="14"/>
              </w:rPr>
              <w:t xml:space="preserve"> </w:t>
            </w:r>
            <w:r w:rsidRPr="00E3660B">
              <w:rPr>
                <w:rFonts w:ascii="Calibri" w:hAnsi="Calibri" w:cs="Calibri"/>
              </w:rPr>
              <w:t>precum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legături între elementele constructive structurale/nestructurale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obiectivului de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80A06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5670A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EC2D2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4EA7A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14:paraId="0D8B894D" w14:textId="77777777" w:rsidTr="00C04AE4">
        <w:trPr>
          <w:gridAfter w:val="1"/>
          <w:wAfter w:w="99" w:type="dxa"/>
          <w:trHeight w:val="68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1B580" w14:textId="77777777"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CE25D" w14:textId="77777777" w:rsidR="00AC4893" w:rsidRPr="00E3660B" w:rsidRDefault="00AC4893" w:rsidP="001B674D">
            <w:pPr>
              <w:pStyle w:val="TableParagraph"/>
              <w:ind w:left="107" w:right="104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Fiecare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pieselor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desenate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este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numerotata/codificata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prezintă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cartu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conține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informațiile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solicitate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prevederilor</w:t>
            </w:r>
            <w:r w:rsidRPr="00E3660B">
              <w:rPr>
                <w:rFonts w:ascii="Calibri" w:hAnsi="Calibri" w:cs="Calibri"/>
                <w:spacing w:val="3"/>
              </w:rPr>
              <w:t xml:space="preserve"> </w:t>
            </w:r>
            <w:r w:rsidRPr="00E3660B">
              <w:rPr>
                <w:rFonts w:ascii="Calibri" w:hAnsi="Calibri" w:cs="Calibri"/>
              </w:rPr>
              <w:t>legale?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4F515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B04AA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EC606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FACF9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14:paraId="51F0449B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F1555" w14:textId="77777777"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226DB" w14:textId="77777777" w:rsidR="00AC4893" w:rsidRPr="00E3660B" w:rsidRDefault="00AC4893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În cazul în care </w:t>
            </w:r>
            <w:r w:rsidR="007B3E15" w:rsidRPr="00E3660B">
              <w:rPr>
                <w:rFonts w:ascii="Calibri" w:hAnsi="Calibri" w:cs="Calibri"/>
              </w:rPr>
              <w:t>planșele</w:t>
            </w:r>
            <w:r w:rsidRPr="00E3660B">
              <w:rPr>
                <w:rFonts w:ascii="Calibri" w:hAnsi="Calibri" w:cs="Calibri"/>
              </w:rPr>
              <w:t xml:space="preserve"> au fost anexate la cererea de </w:t>
            </w:r>
            <w:r w:rsidR="007B3E15" w:rsidRPr="00E3660B">
              <w:rPr>
                <w:rFonts w:ascii="Calibri" w:hAnsi="Calibri" w:cs="Calibri"/>
              </w:rPr>
              <w:t>finanțare</w:t>
            </w:r>
            <w:r w:rsidRPr="00E3660B">
              <w:rPr>
                <w:rFonts w:ascii="Calibri" w:hAnsi="Calibri" w:cs="Calibri"/>
              </w:rPr>
              <w:t xml:space="preserve"> în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format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scanat,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după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fost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semnate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tampilate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elaboratori: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este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prezentă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semnătura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stampila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tuturor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persoanelor nominalizate in </w:t>
            </w:r>
            <w:r w:rsidR="007B3E15" w:rsidRPr="00E3660B">
              <w:rPr>
                <w:rFonts w:ascii="Calibri" w:hAnsi="Calibri" w:cs="Calibri"/>
              </w:rPr>
              <w:t>cartuș</w:t>
            </w:r>
            <w:r w:rsidRPr="00E3660B">
              <w:rPr>
                <w:rFonts w:ascii="Calibri" w:hAnsi="Calibri" w:cs="Calibri"/>
              </w:rPr>
              <w:t>, în conformitate cu prevederile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legale,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inclusiv:</w:t>
            </w:r>
          </w:p>
          <w:p w14:paraId="58199C9D" w14:textId="77777777" w:rsidR="00AC4893" w:rsidRPr="00E3660B" w:rsidRDefault="00AC4893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proiectantului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general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/</w:t>
            </w:r>
            <w:r w:rsidRPr="00E3660B">
              <w:rPr>
                <w:rFonts w:ascii="Calibri" w:hAnsi="Calibri" w:cs="Calibri"/>
                <w:spacing w:val="56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efului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  <w:p w14:paraId="699A1304" w14:textId="77777777" w:rsidR="00AC4893" w:rsidRPr="00E3660B" w:rsidRDefault="00AC4893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right="10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arhitectului cu drept de </w:t>
            </w:r>
            <w:r w:rsidR="007B3E15" w:rsidRPr="00E3660B">
              <w:rPr>
                <w:rFonts w:ascii="Calibri" w:hAnsi="Calibri" w:cs="Calibri"/>
              </w:rPr>
              <w:t>semnătura</w:t>
            </w:r>
            <w:r w:rsidRPr="00E3660B">
              <w:rPr>
                <w:rFonts w:ascii="Calibri" w:hAnsi="Calibri" w:cs="Calibri"/>
              </w:rPr>
              <w:t xml:space="preserve">, cu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tampila cu </w:t>
            </w:r>
            <w:r w:rsidR="007B3E15" w:rsidRPr="00E3660B">
              <w:rPr>
                <w:rFonts w:ascii="Calibri" w:hAnsi="Calibri" w:cs="Calibri"/>
              </w:rPr>
              <w:t>număr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înregistrare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tabloul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național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TNA,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reglementări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OAR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  <w:p w14:paraId="56D87471" w14:textId="77777777" w:rsidR="00AC4893" w:rsidRPr="00E3660B" w:rsidRDefault="007B3E15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proiectanților</w:t>
            </w:r>
            <w:r w:rsidR="00AC4893" w:rsidRPr="00E3660B">
              <w:rPr>
                <w:rFonts w:ascii="Calibri" w:hAnsi="Calibri" w:cs="Calibri"/>
                <w:spacing w:val="-5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de</w:t>
            </w:r>
            <w:r w:rsidR="00AC4893" w:rsidRPr="00E3660B">
              <w:rPr>
                <w:rFonts w:ascii="Calibri" w:hAnsi="Calibri" w:cs="Calibri"/>
                <w:spacing w:val="-7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specialitate?</w:t>
            </w:r>
          </w:p>
          <w:p w14:paraId="48F7F3C8" w14:textId="77777777" w:rsidR="00AC4893" w:rsidRPr="00E3660B" w:rsidRDefault="007B3E15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right="100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expertului</w:t>
            </w:r>
            <w:r w:rsidR="00AC4893" w:rsidRPr="00E3660B">
              <w:rPr>
                <w:rFonts w:ascii="Calibri" w:hAnsi="Calibri" w:cs="Calibri"/>
              </w:rPr>
              <w:t xml:space="preserve"> tehnic, unde este cazul, conform prevederilor</w:t>
            </w:r>
            <w:r w:rsidR="00AC4893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legale?</w:t>
            </w:r>
          </w:p>
          <w:p w14:paraId="6B502C9A" w14:textId="77777777" w:rsidR="00AC4893" w:rsidRPr="00E3660B" w:rsidRDefault="007B3E15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ș</w:t>
            </w:r>
            <w:r w:rsidR="00AC4893" w:rsidRPr="00E3660B">
              <w:rPr>
                <w:rFonts w:ascii="Calibri" w:hAnsi="Calibri" w:cs="Calibri"/>
              </w:rPr>
              <w:t>eful</w:t>
            </w:r>
            <w:r w:rsidR="00AC4893" w:rsidRPr="00E3660B">
              <w:rPr>
                <w:rFonts w:ascii="Calibri" w:hAnsi="Calibri" w:cs="Calibri"/>
                <w:spacing w:val="46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de</w:t>
            </w:r>
            <w:r w:rsidR="00AC4893" w:rsidRPr="00E3660B">
              <w:rPr>
                <w:rFonts w:ascii="Calibri" w:hAnsi="Calibri" w:cs="Calibri"/>
                <w:spacing w:val="106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proiect</w:t>
            </w:r>
            <w:r w:rsidR="00AC4893" w:rsidRPr="00E3660B">
              <w:rPr>
                <w:rFonts w:ascii="Calibri" w:hAnsi="Calibri" w:cs="Calibri"/>
                <w:spacing w:val="106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complex,</w:t>
            </w:r>
            <w:r w:rsidR="00AC4893" w:rsidRPr="00E3660B">
              <w:rPr>
                <w:rFonts w:ascii="Calibri" w:hAnsi="Calibri" w:cs="Calibri"/>
                <w:spacing w:val="107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expert/specialist,</w:t>
            </w:r>
            <w:r w:rsidR="00AC4893" w:rsidRPr="00E3660B">
              <w:rPr>
                <w:rFonts w:ascii="Calibri" w:hAnsi="Calibri" w:cs="Calibri"/>
                <w:spacing w:val="103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in</w:t>
            </w:r>
            <w:r w:rsidR="00AC4893" w:rsidRPr="00E3660B">
              <w:rPr>
                <w:rFonts w:ascii="Calibri" w:hAnsi="Calibri" w:cs="Calibri"/>
                <w:spacing w:val="106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cazul</w:t>
            </w:r>
          </w:p>
          <w:p w14:paraId="7DCBEDD4" w14:textId="77777777" w:rsidR="00AC4893" w:rsidRPr="00E3660B" w:rsidRDefault="00AC4893" w:rsidP="001B674D">
            <w:pPr>
              <w:pStyle w:val="TableParagraph"/>
              <w:ind w:left="82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monumentelor</w:t>
            </w:r>
            <w:r w:rsidRPr="00E3660B">
              <w:rPr>
                <w:rFonts w:ascii="Calibri" w:hAnsi="Calibri" w:cs="Calibri"/>
                <w:spacing w:val="-9"/>
              </w:rPr>
              <w:t xml:space="preserve"> </w:t>
            </w:r>
            <w:r w:rsidRPr="00E3660B">
              <w:rPr>
                <w:rFonts w:ascii="Calibri" w:hAnsi="Calibri" w:cs="Calibri"/>
              </w:rPr>
              <w:t>istorice?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FCEC9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CB6BB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B093C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E32D1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14:paraId="009884FE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4CF7F" w14:textId="77777777"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8DECD" w14:textId="77777777" w:rsidR="00AC4893" w:rsidRPr="00E3660B" w:rsidRDefault="00AC4893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Sunt ata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ate </w:t>
            </w:r>
            <w:r w:rsidRPr="00E3660B">
              <w:rPr>
                <w:rFonts w:ascii="Calibri" w:hAnsi="Calibri" w:cs="Calibri"/>
                <w:b/>
              </w:rPr>
              <w:t xml:space="preserve">referatele de verificare tehnica </w:t>
            </w:r>
            <w:r w:rsidRPr="00E3660B">
              <w:rPr>
                <w:rFonts w:ascii="Calibri" w:hAnsi="Calibri" w:cs="Calibri"/>
              </w:rPr>
              <w:t>a PT, inclusiv 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detaliilor de </w:t>
            </w:r>
            <w:r w:rsidR="007B3E15" w:rsidRPr="00E3660B">
              <w:rPr>
                <w:rFonts w:ascii="Calibri" w:hAnsi="Calibri" w:cs="Calibri"/>
              </w:rPr>
              <w:t>execuție</w:t>
            </w:r>
            <w:r w:rsidRPr="00E3660B">
              <w:rPr>
                <w:rFonts w:ascii="Calibri" w:hAnsi="Calibri" w:cs="Calibri"/>
              </w:rPr>
              <w:t xml:space="preserve"> (</w:t>
            </w:r>
            <w:r w:rsidR="007B3E15" w:rsidRPr="00E3660B">
              <w:rPr>
                <w:rFonts w:ascii="Calibri" w:hAnsi="Calibri" w:cs="Calibri"/>
              </w:rPr>
              <w:t>întocmite</w:t>
            </w:r>
            <w:r w:rsidRPr="00E3660B">
              <w:rPr>
                <w:rFonts w:ascii="Calibri" w:hAnsi="Calibri" w:cs="Calibri"/>
              </w:rPr>
              <w:t xml:space="preserve"> de verificatori </w:t>
            </w:r>
            <w:r w:rsidR="007B3E15" w:rsidRPr="00E3660B">
              <w:rPr>
                <w:rFonts w:ascii="Calibri" w:hAnsi="Calibri" w:cs="Calibri"/>
              </w:rPr>
              <w:t>atestați</w:t>
            </w:r>
            <w:r w:rsidRPr="00E3660B">
              <w:rPr>
                <w:rFonts w:ascii="Calibri" w:hAnsi="Calibri" w:cs="Calibri"/>
              </w:rPr>
              <w:t>) pentru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toate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specialitățile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obiectivului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pentru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verificarea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este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obligatorie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legislației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vigoare?</w:t>
            </w:r>
          </w:p>
          <w:p w14:paraId="202849FF" w14:textId="77777777" w:rsidR="00AC4893" w:rsidRPr="00E3660B" w:rsidRDefault="00AC4893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</w:t>
            </w:r>
            <w:r w:rsidR="007B3E15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</w:rPr>
              <w:t>r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ile scrise si desenate ale proiectului sunt semnate si stampilate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de </w:t>
            </w:r>
            <w:r w:rsidR="007B3E15" w:rsidRPr="00E3660B">
              <w:rPr>
                <w:rFonts w:ascii="Calibri" w:hAnsi="Calibri" w:cs="Calibri"/>
              </w:rPr>
              <w:t>către</w:t>
            </w:r>
            <w:r w:rsidRPr="00E3660B">
              <w:rPr>
                <w:rFonts w:ascii="Calibri" w:hAnsi="Calibri" w:cs="Calibri"/>
              </w:rPr>
              <w:t xml:space="preserve"> verificatorii de proiect, pe </w:t>
            </w:r>
            <w:r w:rsidR="007B3E15" w:rsidRPr="00E3660B">
              <w:rPr>
                <w:rFonts w:ascii="Calibri" w:hAnsi="Calibri" w:cs="Calibri"/>
              </w:rPr>
              <w:t>specialități</w:t>
            </w:r>
            <w:r w:rsidRPr="00E3660B">
              <w:rPr>
                <w:rFonts w:ascii="Calibri" w:hAnsi="Calibri" w:cs="Calibri"/>
              </w:rPr>
              <w:t xml:space="preserve"> si pentru fiecare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cerința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menționată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partea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scrisa 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proiectului?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B8837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571E3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EC505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90317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14:paraId="416BF1A7" w14:textId="77777777" w:rsidTr="00C04AE4">
        <w:trPr>
          <w:gridAfter w:val="1"/>
          <w:wAfter w:w="99" w:type="dxa"/>
          <w:trHeight w:val="72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2AC82" w14:textId="77777777"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0E5D3" w14:textId="77777777" w:rsidR="00AC4893" w:rsidRPr="00E3660B" w:rsidRDefault="00AC4893" w:rsidP="001B674D">
            <w:pPr>
              <w:pStyle w:val="TableParagraph"/>
              <w:ind w:left="107" w:right="9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ia include studiul geotehnic, verificat la </w:t>
            </w:r>
            <w:r w:rsidR="007B3E15" w:rsidRPr="00E3660B">
              <w:rPr>
                <w:rFonts w:ascii="Calibri" w:hAnsi="Calibri" w:cs="Calibri"/>
              </w:rPr>
              <w:t>cerința</w:t>
            </w:r>
            <w:r w:rsidRPr="00E3660B">
              <w:rPr>
                <w:rFonts w:ascii="Calibri" w:hAnsi="Calibri" w:cs="Calibri"/>
              </w:rPr>
              <w:t xml:space="preserve"> Af </w:t>
            </w:r>
            <w:r w:rsidRPr="00E3660B">
              <w:rPr>
                <w:rFonts w:ascii="Calibri" w:hAnsi="Calibri" w:cs="Calibri"/>
                <w:spacing w:val="1"/>
              </w:rPr>
              <w:t xml:space="preserve">si, </w:t>
            </w:r>
            <w:r w:rsidRPr="00E3660B">
              <w:rPr>
                <w:rFonts w:ascii="Calibri" w:hAnsi="Calibri" w:cs="Calibri"/>
              </w:rPr>
              <w:t>daca este cazul,  alte studii de specialitate necesare realizării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D9290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C8005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81442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E1D04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14:paraId="170DB9E3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26D48" w14:textId="77777777"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74649" w14:textId="77777777" w:rsidR="00AC4893" w:rsidRPr="00E3660B" w:rsidRDefault="00AC4893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descrierierea </w:t>
            </w:r>
            <w:r w:rsidR="007B3E15" w:rsidRPr="00E3660B">
              <w:rPr>
                <w:rFonts w:ascii="Calibri" w:hAnsi="Calibri" w:cs="Calibri"/>
              </w:rPr>
              <w:t>lucrărilor</w:t>
            </w:r>
            <w:r w:rsidRPr="00E3660B">
              <w:rPr>
                <w:rFonts w:ascii="Calibri" w:hAnsi="Calibri" w:cs="Calibri"/>
              </w:rPr>
              <w:t xml:space="preserve"> de </w:t>
            </w:r>
            <w:r w:rsidRPr="00E3660B">
              <w:rPr>
                <w:rFonts w:ascii="Calibri" w:hAnsi="Calibri" w:cs="Calibri"/>
                <w:b/>
              </w:rPr>
              <w:t xml:space="preserve">organizare de 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Pr="00E3660B">
              <w:rPr>
                <w:rFonts w:ascii="Calibri" w:hAnsi="Calibri" w:cs="Calibri"/>
                <w:b/>
              </w:rPr>
              <w:t xml:space="preserve">antier </w:t>
            </w:r>
            <w:r w:rsidRPr="00E3660B">
              <w:rPr>
                <w:rFonts w:ascii="Calibri" w:hAnsi="Calibri" w:cs="Calibri"/>
              </w:rPr>
              <w:t>(descriere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a lucrărilor provizorii pregătitoare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necesare în vederea asigurării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tehnologiei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atât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terenul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aferent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iei, cât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pe spa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 ocupate temporar în afara acestuia,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inclusiv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cele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domeniul public)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04446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7FEAF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23D78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D96B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2B78E619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0EF0B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F279A" w14:textId="77777777" w:rsidR="009F75B4" w:rsidRPr="00E3660B" w:rsidRDefault="009F75B4" w:rsidP="00042265">
            <w:pPr>
              <w:pStyle w:val="TableParagraph"/>
              <w:ind w:left="107" w:right="134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ia  PT este completă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i întocmită conform anexei 11 (etapa a-III-a) la HG 907/2016  si prezinta </w:t>
            </w:r>
            <w:r w:rsidR="007B3E15" w:rsidRPr="00E3660B">
              <w:rPr>
                <w:rFonts w:ascii="Calibri" w:hAnsi="Calibri" w:cs="Calibri"/>
              </w:rPr>
              <w:t>Autorizația</w:t>
            </w:r>
            <w:r w:rsidRPr="00E3660B">
              <w:rPr>
                <w:rFonts w:ascii="Calibri" w:hAnsi="Calibri" w:cs="Calibri"/>
              </w:rPr>
              <w:t xml:space="preserve"> de Construire </w:t>
            </w:r>
            <w:r w:rsidR="007B3E15" w:rsidRPr="00E3660B">
              <w:rPr>
                <w:rFonts w:ascii="Calibri" w:hAnsi="Calibri" w:cs="Calibri"/>
              </w:rPr>
              <w:t>obținută</w:t>
            </w:r>
            <w:r w:rsidRPr="00E3660B">
              <w:rPr>
                <w:rFonts w:ascii="Calibri" w:hAnsi="Calibri" w:cs="Calibri"/>
              </w:rPr>
              <w:t>?</w:t>
            </w:r>
          </w:p>
          <w:p w14:paraId="539F1809" w14:textId="77777777" w:rsidR="009F75B4" w:rsidRPr="00E3660B" w:rsidRDefault="009F75B4" w:rsidP="00042265">
            <w:pPr>
              <w:pStyle w:val="TableParagraph"/>
              <w:ind w:left="107" w:right="89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Autorizata de Construire este completa </w:t>
            </w:r>
            <w:r w:rsidR="007B3E15" w:rsidRPr="00E3660B">
              <w:rPr>
                <w:rFonts w:ascii="Calibri" w:hAnsi="Calibri" w:cs="Calibri"/>
              </w:rPr>
              <w:t>după</w:t>
            </w:r>
            <w:r w:rsidRPr="00E3660B">
              <w:rPr>
                <w:rFonts w:ascii="Calibri" w:hAnsi="Calibri" w:cs="Calibri"/>
              </w:rPr>
              <w:t xml:space="preserve"> verificarea in conformitate cu prevederile formularului F11 din Anexa 1 la Normele metodologice de aplicare a prevederilor Legii 50/1991 aprobate de   ORDINUL nr. 839 din 12 octombrie 2009, publicat în Monitorul Oficial al României, Partea I, nr. 797 din 23 noiembrie 2009 actualizat cu </w:t>
            </w:r>
            <w:r w:rsidR="007B3E15" w:rsidRPr="00E3660B">
              <w:rPr>
                <w:rFonts w:ascii="Calibri" w:hAnsi="Calibri" w:cs="Calibri"/>
              </w:rPr>
              <w:t>modificările</w:t>
            </w:r>
            <w:r w:rsidRPr="00E3660B">
              <w:rPr>
                <w:rFonts w:ascii="Calibri" w:hAnsi="Calibri" w:cs="Calibri"/>
              </w:rPr>
              <w:t xml:space="preserve"> ulterioare?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9E9FD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244C9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59D7F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8001A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602C0BB7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02246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FC56C" w14:textId="77777777" w:rsidR="009F75B4" w:rsidRPr="00E3660B" w:rsidRDefault="009F75B4" w:rsidP="00042265">
            <w:pPr>
              <w:pStyle w:val="TableParagraph"/>
              <w:ind w:left="107" w:right="89"/>
              <w:jc w:val="both"/>
              <w:rPr>
                <w:rFonts w:ascii="Calibri" w:hAnsi="Calibri" w:cs="Calibri"/>
              </w:rPr>
            </w:pPr>
            <w:r w:rsidRPr="009F75B4">
              <w:rPr>
                <w:rFonts w:ascii="Calibri" w:hAnsi="Calibri" w:cs="Calibri"/>
              </w:rPr>
              <w:t>Este inclus un raport/documenta</w:t>
            </w:r>
            <w:r w:rsidR="007B3E15">
              <w:rPr>
                <w:rFonts w:ascii="Calibri" w:hAnsi="Calibri" w:cs="Calibri"/>
              </w:rPr>
              <w:t>ț</w:t>
            </w:r>
            <w:r w:rsidRPr="009F75B4">
              <w:rPr>
                <w:rFonts w:ascii="Calibri" w:hAnsi="Calibri" w:cs="Calibri"/>
              </w:rPr>
              <w:t>ie privind imunizarea la schimbările climatice, elaborat în conformitate cu cerin</w:t>
            </w:r>
            <w:r w:rsidR="007B3E15">
              <w:rPr>
                <w:rFonts w:ascii="Calibri" w:hAnsi="Calibri" w:cs="Calibri"/>
              </w:rPr>
              <w:t>ț</w:t>
            </w:r>
            <w:r w:rsidRPr="009F75B4">
              <w:rPr>
                <w:rFonts w:ascii="Calibri" w:hAnsi="Calibri" w:cs="Calibri"/>
              </w:rPr>
              <w:t>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5B2F3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EF1A4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8E07E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9194A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45B6C66E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A5189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6B762" w14:textId="77777777" w:rsidR="009F75B4" w:rsidRPr="00E3660B" w:rsidRDefault="007B3E15" w:rsidP="00042265">
            <w:pPr>
              <w:suppressAutoHyphens/>
              <w:ind w:right="89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3660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Documentația</w:t>
            </w:r>
            <w:r w:rsidR="009F75B4" w:rsidRPr="00E3660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tehnico-economica </w:t>
            </w:r>
            <w:r w:rsidR="009F75B4"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reflecta m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ă</w:t>
            </w:r>
            <w:r w:rsidR="009F75B4"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surile de imunizare la </w:t>
            </w:r>
            <w:r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schimbările</w:t>
            </w:r>
            <w:r w:rsidR="009F75B4"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 climatice </w:t>
            </w:r>
            <w:r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prevăzute</w:t>
            </w:r>
            <w:r w:rsidR="009F75B4"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 in raportul </w:t>
            </w:r>
            <w:r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întocmit</w:t>
            </w:r>
            <w:r w:rsidR="009F75B4" w:rsidRPr="00E3660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conform cerin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ț</w:t>
            </w:r>
            <w:r w:rsidR="009F75B4" w:rsidRPr="00E3660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elor din Comunicarea Comisiei Europene privind Orientările tehnice referitoare la imunizarea infrastructurii la schimbările climatice în perioada 2021-2027 publicate la 16 septembrie 2021 (2021/C 373/01). vezi nota 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5F070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5B740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405CA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EF3AB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3FF23AF9" w14:textId="77777777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0FE7459A" w14:textId="77777777" w:rsidR="009F75B4" w:rsidRPr="009F75B4" w:rsidRDefault="00644F3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    </w:t>
            </w:r>
            <w:r w:rsidR="009F75B4" w:rsidRPr="009F75B4">
              <w:rPr>
                <w:rFonts w:ascii="Calibri" w:hAnsi="Calibri" w:cs="Calibri"/>
                <w:b/>
              </w:rPr>
              <w:t>II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3665DE0B" w14:textId="77777777" w:rsidR="009F75B4" w:rsidRPr="009F75B4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  <w:r w:rsidRPr="009F75B4">
              <w:rPr>
                <w:rFonts w:ascii="Calibri" w:hAnsi="Calibri" w:cs="Calibri"/>
                <w:b/>
              </w:rPr>
              <w:t>CRITERII SPECIFICE PRIVIND ASPECTELE CALITATIVE ALE PT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7D040F34" w14:textId="77777777" w:rsidR="009F75B4" w:rsidRPr="009F75B4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1FC83B79" w14:textId="77777777" w:rsidR="009F75B4" w:rsidRPr="009F75B4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5F9E54EA" w14:textId="77777777" w:rsidR="009F75B4" w:rsidRPr="009F75B4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582C8B8B" w14:textId="77777777" w:rsidR="009F75B4" w:rsidRPr="009F75B4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14:paraId="22F05F78" w14:textId="77777777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CD3660" w14:textId="77777777"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ABEB80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</w:rPr>
              <w:t>Există coresponden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ă intre obiectele de 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 (inclusiv tipurile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de </w:t>
            </w:r>
            <w:r w:rsidR="007B3E15" w:rsidRPr="00E3660B">
              <w:rPr>
                <w:rFonts w:ascii="Calibri" w:hAnsi="Calibri" w:cs="Calibri"/>
              </w:rPr>
              <w:t>lucrări</w:t>
            </w:r>
            <w:r w:rsidRPr="00E3660B">
              <w:rPr>
                <w:rFonts w:ascii="Calibri" w:hAnsi="Calibri" w:cs="Calibri"/>
              </w:rPr>
              <w:t xml:space="preserve"> de </w:t>
            </w:r>
            <w:r w:rsidR="007B3E15" w:rsidRPr="00E3660B">
              <w:rPr>
                <w:rFonts w:ascii="Calibri" w:hAnsi="Calibri" w:cs="Calibri"/>
              </w:rPr>
              <w:t>construcții</w:t>
            </w:r>
            <w:r w:rsidRPr="00E3660B">
              <w:rPr>
                <w:rFonts w:ascii="Calibri" w:hAnsi="Calibri" w:cs="Calibri"/>
              </w:rPr>
              <w:t xml:space="preserve"> propuse, </w:t>
            </w:r>
            <w:r w:rsidR="007B3E15" w:rsidRPr="00E3660B">
              <w:rPr>
                <w:rFonts w:ascii="Calibri" w:hAnsi="Calibri" w:cs="Calibri"/>
              </w:rPr>
              <w:t>dotări</w:t>
            </w:r>
            <w:r w:rsidRPr="00E3660B">
              <w:rPr>
                <w:rFonts w:ascii="Calibri" w:hAnsi="Calibri" w:cs="Calibri"/>
              </w:rPr>
              <w:t>, etc.) din cadrul proiectului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(partea I si partea II-a conform anexa 11 la HG907/2016)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cele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descrise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cererea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finan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are?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765330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620910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02A699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BDF1C1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14:paraId="749AB81D" w14:textId="77777777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8B36B6" w14:textId="77777777"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BEE631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32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coresponden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  <w:spacing w:val="90"/>
              </w:rPr>
              <w:t xml:space="preserve"> </w:t>
            </w:r>
            <w:r w:rsidRPr="00E3660B">
              <w:rPr>
                <w:rFonts w:ascii="Calibri" w:hAnsi="Calibri" w:cs="Calibri"/>
              </w:rPr>
              <w:t>intre</w:t>
            </w:r>
            <w:r w:rsidRPr="00E3660B">
              <w:rPr>
                <w:rFonts w:ascii="Calibri" w:hAnsi="Calibri" w:cs="Calibri"/>
                <w:spacing w:val="89"/>
              </w:rPr>
              <w:t xml:space="preserve"> </w:t>
            </w:r>
            <w:r w:rsidRPr="00E3660B">
              <w:rPr>
                <w:rFonts w:ascii="Calibri" w:hAnsi="Calibri" w:cs="Calibri"/>
              </w:rPr>
              <w:t>obiectele</w:t>
            </w:r>
            <w:r w:rsidRPr="00E3660B">
              <w:rPr>
                <w:rFonts w:ascii="Calibri" w:hAnsi="Calibri" w:cs="Calibri"/>
                <w:spacing w:val="9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88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</w:t>
            </w:r>
            <w:r w:rsidRPr="00E3660B">
              <w:rPr>
                <w:rFonts w:ascii="Calibri" w:hAnsi="Calibri" w:cs="Calibri"/>
                <w:spacing w:val="89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91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</w:p>
          <w:p w14:paraId="3B91CC3A" w14:textId="77777777" w:rsidR="001B674D" w:rsidRPr="00E3660B" w:rsidRDefault="001B674D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proiectului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</w:t>
            </w:r>
            <w:r w:rsidRPr="00E3660B">
              <w:rPr>
                <w:rFonts w:ascii="Calibri" w:hAnsi="Calibri" w:cs="Calibri"/>
                <w:spacing w:val="-3"/>
              </w:rPr>
              <w:t xml:space="preserve">  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cele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descrise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DALI/SF?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54B285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519645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FEBBDF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7A1594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14:paraId="1B0D691E" w14:textId="77777777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961935" w14:textId="77777777"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51FD05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Memoriul</w:t>
            </w:r>
            <w:r w:rsidRPr="00E3660B">
              <w:rPr>
                <w:rFonts w:ascii="Calibri" w:hAnsi="Calibri" w:cs="Calibri"/>
                <w:spacing w:val="3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</w:t>
            </w:r>
            <w:r w:rsidRPr="00E3660B">
              <w:rPr>
                <w:rFonts w:ascii="Calibri" w:hAnsi="Calibri" w:cs="Calibri"/>
                <w:spacing w:val="62"/>
              </w:rPr>
              <w:t xml:space="preserve"> </w:t>
            </w:r>
            <w:r w:rsidRPr="00E3660B">
              <w:rPr>
                <w:rFonts w:ascii="Calibri" w:hAnsi="Calibri" w:cs="Calibri"/>
              </w:rPr>
              <w:t>general al PTE (partea a II-a conform anexa 11 la HG907/2016)este</w:t>
            </w:r>
            <w:r w:rsidRPr="00E3660B">
              <w:rPr>
                <w:rFonts w:ascii="Calibri" w:hAnsi="Calibri" w:cs="Calibri"/>
                <w:spacing w:val="62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corelat</w:t>
            </w:r>
            <w:r w:rsidRPr="00E3660B">
              <w:rPr>
                <w:rFonts w:ascii="Calibri" w:hAnsi="Calibri" w:cs="Calibri"/>
                <w:spacing w:val="64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64"/>
              </w:rPr>
              <w:t xml:space="preserve"> </w:t>
            </w:r>
            <w:r w:rsidRPr="00E3660B">
              <w:rPr>
                <w:rFonts w:ascii="Calibri" w:hAnsi="Calibri" w:cs="Calibri"/>
              </w:rPr>
              <w:t>memoriile</w:t>
            </w:r>
            <w:r w:rsidRPr="00E3660B">
              <w:rPr>
                <w:rFonts w:ascii="Calibri" w:hAnsi="Calibri" w:cs="Calibri"/>
                <w:spacing w:val="62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tehnice</w:t>
            </w:r>
            <w:r w:rsidRPr="00E3660B">
              <w:rPr>
                <w:rFonts w:ascii="Calibri" w:hAnsi="Calibri" w:cs="Calibri"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</w:p>
          <w:p w14:paraId="5764588B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specialită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A5C162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F8B43A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26F6ED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DBC47A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14:paraId="4BEA5472" w14:textId="77777777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8673D8" w14:textId="77777777"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71E66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Partea</w:t>
            </w:r>
            <w:r w:rsidRPr="00E3660B">
              <w:rPr>
                <w:rFonts w:ascii="Calibri" w:hAnsi="Calibri" w:cs="Calibri"/>
                <w:spacing w:val="34"/>
              </w:rPr>
              <w:t xml:space="preserve"> </w:t>
            </w:r>
            <w:r w:rsidRPr="00E3660B">
              <w:rPr>
                <w:rFonts w:ascii="Calibri" w:hAnsi="Calibri" w:cs="Calibri"/>
              </w:rPr>
              <w:t>scrisă</w:t>
            </w:r>
            <w:r w:rsidRPr="00E3660B">
              <w:rPr>
                <w:rFonts w:ascii="Calibri" w:hAnsi="Calibri" w:cs="Calibri"/>
                <w:spacing w:val="94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92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  <w:r w:rsidRPr="00E3660B">
              <w:rPr>
                <w:rFonts w:ascii="Calibri" w:hAnsi="Calibri" w:cs="Calibri"/>
                <w:spacing w:val="95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proiectului</w:t>
            </w:r>
            <w:r w:rsidRPr="00E3660B">
              <w:rPr>
                <w:rFonts w:ascii="Calibri" w:hAnsi="Calibri" w:cs="Calibri"/>
                <w:spacing w:val="93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 (partea I si partea II-a conform anexei 11 la HG 907/2016)</w:t>
            </w:r>
            <w:r w:rsidRPr="00E3660B">
              <w:rPr>
                <w:rFonts w:ascii="Calibri" w:hAnsi="Calibri" w:cs="Calibri"/>
                <w:spacing w:val="95"/>
              </w:rPr>
              <w:t xml:space="preserve"> </w:t>
            </w:r>
            <w:r w:rsidRPr="00E3660B">
              <w:rPr>
                <w:rFonts w:ascii="Calibri" w:hAnsi="Calibri" w:cs="Calibri"/>
              </w:rPr>
              <w:t>este</w:t>
            </w:r>
          </w:p>
          <w:p w14:paraId="7AF635D9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corelată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partea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desenată?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7CBD58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78A805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D2937F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713426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14:paraId="047842FC" w14:textId="77777777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B66D8F" w14:textId="77777777"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95F71E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Graficul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general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realizare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iei</w:t>
            </w:r>
            <w:r w:rsidRPr="00E3660B">
              <w:rPr>
                <w:rFonts w:ascii="Calibri" w:hAnsi="Calibri" w:cs="Calibri"/>
              </w:rPr>
              <w:t>:</w:t>
            </w:r>
          </w:p>
          <w:p w14:paraId="10361098" w14:textId="77777777" w:rsidR="001B674D" w:rsidRPr="00E3660B" w:rsidRDefault="001B674D" w:rsidP="001B674D">
            <w:pPr>
              <w:pStyle w:val="TableParagraph"/>
              <w:numPr>
                <w:ilvl w:val="0"/>
                <w:numId w:val="44"/>
              </w:numPr>
              <w:tabs>
                <w:tab w:val="left" w:pos="893"/>
              </w:tabs>
              <w:ind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este</w:t>
            </w:r>
            <w:r w:rsidRPr="00E3660B">
              <w:rPr>
                <w:rFonts w:ascii="Calibri" w:hAnsi="Calibri" w:cs="Calibri"/>
                <w:spacing w:val="51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corelat</w:t>
            </w:r>
            <w:r w:rsidRPr="00E3660B">
              <w:rPr>
                <w:rFonts w:ascii="Calibri" w:hAnsi="Calibri" w:cs="Calibri"/>
                <w:spacing w:val="52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51"/>
              </w:rPr>
              <w:t xml:space="preserve"> </w:t>
            </w:r>
            <w:r w:rsidRPr="00E3660B">
              <w:rPr>
                <w:rFonts w:ascii="Calibri" w:hAnsi="Calibri" w:cs="Calibri"/>
              </w:rPr>
              <w:t>cel</w:t>
            </w:r>
            <w:r w:rsidRPr="00E3660B">
              <w:rPr>
                <w:rFonts w:ascii="Calibri" w:hAnsi="Calibri" w:cs="Calibri"/>
                <w:spacing w:val="5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prezentat</w:t>
            </w:r>
            <w:r w:rsidRPr="00E3660B">
              <w:rPr>
                <w:rFonts w:ascii="Calibri" w:hAnsi="Calibri" w:cs="Calibri"/>
                <w:spacing w:val="52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51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  <w:r w:rsidRPr="00E3660B">
              <w:rPr>
                <w:rFonts w:ascii="Calibri" w:hAnsi="Calibri" w:cs="Calibri"/>
                <w:spacing w:val="51"/>
              </w:rPr>
              <w:t xml:space="preserve"> </w:t>
            </w:r>
            <w:r w:rsidRPr="00E3660B">
              <w:rPr>
                <w:rFonts w:ascii="Calibri" w:hAnsi="Calibri" w:cs="Calibri"/>
              </w:rPr>
              <w:t>Cererii</w:t>
            </w:r>
            <w:r w:rsidRPr="00E3660B">
              <w:rPr>
                <w:rFonts w:ascii="Calibri" w:hAnsi="Calibri" w:cs="Calibri"/>
                <w:spacing w:val="52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Finan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are?</w:t>
            </w:r>
          </w:p>
          <w:p w14:paraId="052750C5" w14:textId="77777777" w:rsidR="001B674D" w:rsidRPr="00E3660B" w:rsidRDefault="001B674D" w:rsidP="001B674D">
            <w:pPr>
              <w:pStyle w:val="TableParagraph"/>
              <w:numPr>
                <w:ilvl w:val="0"/>
                <w:numId w:val="44"/>
              </w:numPr>
              <w:tabs>
                <w:tab w:val="left" w:pos="893"/>
              </w:tabs>
              <w:ind w:right="106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este</w:t>
            </w:r>
            <w:r w:rsidRPr="00E3660B">
              <w:rPr>
                <w:rFonts w:ascii="Calibri" w:hAnsi="Calibri" w:cs="Calibri"/>
                <w:spacing w:val="25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corect</w:t>
            </w:r>
            <w:r w:rsidRPr="00E3660B">
              <w:rPr>
                <w:rFonts w:ascii="Calibri" w:hAnsi="Calibri" w:cs="Calibri"/>
                <w:spacing w:val="29"/>
              </w:rPr>
              <w:t xml:space="preserve"> </w:t>
            </w:r>
            <w:r w:rsidRPr="00E3660B">
              <w:rPr>
                <w:rFonts w:ascii="Calibri" w:hAnsi="Calibri" w:cs="Calibri"/>
              </w:rPr>
              <w:t>estimat</w:t>
            </w:r>
            <w:r w:rsidRPr="00E3660B">
              <w:rPr>
                <w:rFonts w:ascii="Calibri" w:hAnsi="Calibri" w:cs="Calibri"/>
                <w:spacing w:val="28"/>
              </w:rPr>
              <w:t xml:space="preserve"> </w:t>
            </w:r>
            <w:r w:rsidRPr="00E3660B">
              <w:rPr>
                <w:rFonts w:ascii="Calibri" w:hAnsi="Calibri" w:cs="Calibri"/>
              </w:rPr>
              <w:t>ca</w:t>
            </w:r>
            <w:r w:rsidRPr="00E3660B">
              <w:rPr>
                <w:rFonts w:ascii="Calibri" w:hAnsi="Calibri" w:cs="Calibri"/>
                <w:spacing w:val="26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29"/>
              </w:rPr>
              <w:t xml:space="preserve"> </w:t>
            </w:r>
            <w:r w:rsidRPr="00E3660B">
              <w:rPr>
                <w:rFonts w:ascii="Calibri" w:hAnsi="Calibri" w:cs="Calibri"/>
              </w:rPr>
              <w:t>perioada</w:t>
            </w:r>
            <w:r w:rsidRPr="00E3660B">
              <w:rPr>
                <w:rFonts w:ascii="Calibri" w:hAnsi="Calibri" w:cs="Calibri"/>
                <w:spacing w:val="29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27"/>
              </w:rPr>
              <w:t xml:space="preserve"> </w:t>
            </w:r>
            <w:r w:rsidRPr="00E3660B">
              <w:rPr>
                <w:rFonts w:ascii="Calibri" w:hAnsi="Calibri" w:cs="Calibri"/>
              </w:rPr>
              <w:t>realizare</w:t>
            </w:r>
            <w:r w:rsidRPr="00E3660B">
              <w:rPr>
                <w:rFonts w:ascii="Calibri" w:hAnsi="Calibri" w:cs="Calibri"/>
                <w:spacing w:val="28"/>
              </w:rPr>
              <w:t xml:space="preserve"> </w:t>
            </w:r>
            <w:r w:rsidRPr="00E3660B">
              <w:rPr>
                <w:rFonts w:ascii="Calibri" w:hAnsi="Calibri" w:cs="Calibri"/>
              </w:rPr>
              <w:t>(conform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tehnologiilor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ie,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etc)?</w:t>
            </w:r>
          </w:p>
          <w:p w14:paraId="505235DC" w14:textId="77777777" w:rsidR="001B674D" w:rsidRPr="00E3660B" w:rsidRDefault="001B674D" w:rsidP="001B674D">
            <w:pPr>
              <w:pStyle w:val="TableParagraph"/>
              <w:numPr>
                <w:ilvl w:val="0"/>
                <w:numId w:val="44"/>
              </w:numPr>
              <w:tabs>
                <w:tab w:val="left" w:pos="893"/>
              </w:tabs>
              <w:ind w:left="107" w:right="97" w:firstLine="424"/>
              <w:jc w:val="both"/>
              <w:rPr>
                <w:rFonts w:ascii="Calibri" w:hAnsi="Calibri" w:cs="Calibri"/>
                <w:i/>
              </w:rPr>
            </w:pPr>
            <w:r w:rsidRPr="00E3660B">
              <w:rPr>
                <w:rFonts w:ascii="Calibri" w:hAnsi="Calibri" w:cs="Calibri"/>
              </w:rPr>
              <w:t>respectă termenele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limită</w:t>
            </w:r>
            <w:r w:rsidRPr="00E3660B">
              <w:rPr>
                <w:rFonts w:ascii="Calibri" w:hAnsi="Calibri" w:cs="Calibri"/>
                <w:spacing w:val="3"/>
              </w:rPr>
              <w:t xml:space="preserve"> </w:t>
            </w:r>
            <w:r w:rsidRPr="00E3660B">
              <w:rPr>
                <w:rFonts w:ascii="Calibri" w:hAnsi="Calibri" w:cs="Calibri"/>
              </w:rPr>
              <w:t>ale programului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finan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are?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(se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va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avea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în</w:t>
            </w:r>
            <w:r w:rsidRPr="00E3660B">
              <w:rPr>
                <w:rFonts w:ascii="Calibri" w:hAnsi="Calibri" w:cs="Calibri"/>
                <w:i/>
                <w:spacing w:val="3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vedere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ca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termenul</w:t>
            </w:r>
            <w:r w:rsidRPr="00E3660B">
              <w:rPr>
                <w:rFonts w:ascii="Calibri" w:hAnsi="Calibri" w:cs="Calibri"/>
                <w:i/>
                <w:spacing w:val="9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limită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4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implementare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</w:t>
            </w:r>
            <w:r w:rsidRPr="00E3660B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proiectului</w:t>
            </w:r>
            <w:r w:rsidRPr="00E3660B">
              <w:rPr>
                <w:rFonts w:ascii="Calibri" w:hAnsi="Calibri" w:cs="Calibri"/>
                <w:i/>
                <w:spacing w:val="10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nu</w:t>
            </w:r>
            <w:r w:rsidRPr="00E3660B">
              <w:rPr>
                <w:rFonts w:ascii="Calibri" w:hAnsi="Calibri" w:cs="Calibri"/>
                <w:i/>
                <w:spacing w:val="14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poate</w:t>
            </w:r>
            <w:r w:rsidRPr="00E3660B">
              <w:rPr>
                <w:rFonts w:ascii="Calibri" w:hAnsi="Calibri" w:cs="Calibri"/>
                <w:i/>
                <w:spacing w:val="13"/>
              </w:rPr>
              <w:t xml:space="preserve"> </w:t>
            </w:r>
            <w:r w:rsidR="00C04AE4" w:rsidRPr="00E3660B">
              <w:rPr>
                <w:rFonts w:ascii="Calibri" w:hAnsi="Calibri" w:cs="Calibri"/>
                <w:i/>
              </w:rPr>
              <w:t>depă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="00C04AE4" w:rsidRPr="00E3660B">
              <w:rPr>
                <w:rFonts w:ascii="Calibri" w:hAnsi="Calibri" w:cs="Calibri"/>
                <w:i/>
              </w:rPr>
              <w:t>i</w:t>
            </w:r>
            <w:r w:rsidRPr="00E3660B">
              <w:rPr>
                <w:rFonts w:ascii="Calibri" w:hAnsi="Calibri" w:cs="Calibri"/>
                <w:i/>
                <w:spacing w:val="1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termenul</w:t>
            </w:r>
            <w:r w:rsidRPr="00E3660B">
              <w:rPr>
                <w:rFonts w:ascii="Calibri" w:hAnsi="Calibri" w:cs="Calibri"/>
                <w:i/>
                <w:spacing w:val="12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prevăzut</w:t>
            </w:r>
            <w:r w:rsidRPr="00E3660B">
              <w:rPr>
                <w:rFonts w:ascii="Calibri" w:hAnsi="Calibri" w:cs="Calibri"/>
                <w:i/>
                <w:spacing w:val="12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în</w:t>
            </w:r>
            <w:r w:rsidRPr="00E3660B">
              <w:rPr>
                <w:rFonts w:ascii="Calibri" w:hAnsi="Calibri" w:cs="Calibri"/>
                <w:i/>
                <w:spacing w:val="1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documentele</w:t>
            </w:r>
            <w:r w:rsidRPr="00E3660B">
              <w:rPr>
                <w:rFonts w:ascii="Calibri" w:hAnsi="Calibri" w:cs="Calibri"/>
                <w:i/>
                <w:spacing w:val="13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</w:p>
          <w:p w14:paraId="7CE91DC6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  <w:i/>
              </w:rPr>
              <w:t>programare:</w:t>
            </w:r>
            <w:r w:rsidRPr="00E3660B">
              <w:rPr>
                <w:rFonts w:ascii="Calibri" w:hAnsi="Calibri" w:cs="Calibri"/>
                <w:i/>
                <w:spacing w:val="-1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31.dec.2029)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282181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9A0CFC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F0DF16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AB2A08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14:paraId="45FE8726" w14:textId="77777777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AE7B5E" w14:textId="77777777"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BF7302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PT (partea I si partea II-a conform anexei 11 la HG907/2016)</w:t>
            </w:r>
            <w:r w:rsidRPr="00E3660B">
              <w:rPr>
                <w:rFonts w:ascii="Calibri" w:hAnsi="Calibri" w:cs="Calibri"/>
                <w:spacing w:val="2"/>
              </w:rPr>
              <w:t xml:space="preserve"> )</w:t>
            </w:r>
            <w:r w:rsidRPr="00E3660B">
              <w:rPr>
                <w:rFonts w:ascii="Calibri" w:hAnsi="Calibri" w:cs="Calibri"/>
              </w:rPr>
              <w:t xml:space="preserve">, inclusiv detaliile de </w:t>
            </w:r>
            <w:r w:rsidR="00C04AE4"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ie</w:t>
            </w:r>
            <w:r w:rsidRPr="00E3660B">
              <w:rPr>
                <w:rFonts w:ascii="Calibri" w:hAnsi="Calibri" w:cs="Calibri"/>
              </w:rPr>
              <w:t>, sunt verificate de verificatori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atesta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lastRenderedPageBreak/>
              <w:t>specialită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</w:rPr>
              <w:t>/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expert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cf.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Legii</w:t>
            </w:r>
            <w:r w:rsidRPr="00E3660B">
              <w:rPr>
                <w:rFonts w:ascii="Calibri" w:hAnsi="Calibri" w:cs="Calibri"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</w:rPr>
              <w:t>nr.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10/1995,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republicată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modificările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ulterioare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”Regulamentului de verificare si expertizare tehnica de calitate 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proiectelor,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iei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lucrărilor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construc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-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H.G.</w:t>
            </w:r>
            <w:r w:rsidRPr="00E3660B">
              <w:rPr>
                <w:rFonts w:ascii="Calibri" w:hAnsi="Calibri" w:cs="Calibri"/>
                <w:spacing w:val="1"/>
              </w:rPr>
              <w:t xml:space="preserve"> 742/2018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”?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ABCD7F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F75CB3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AC1784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0F10A5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14:paraId="6497888A" w14:textId="77777777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3845C" w14:textId="77777777"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49A92B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Centralizatoarele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  <w:r w:rsidRPr="00E3660B">
              <w:rPr>
                <w:rFonts w:ascii="Calibri" w:hAnsi="Calibri" w:cs="Calibri"/>
                <w:spacing w:val="41"/>
              </w:rPr>
              <w:t xml:space="preserve"> </w:t>
            </w:r>
            <w:r w:rsidRPr="00E3660B">
              <w:rPr>
                <w:rFonts w:ascii="Calibri" w:hAnsi="Calibri" w:cs="Calibri"/>
              </w:rPr>
              <w:t>obiecte</w:t>
            </w:r>
            <w:r w:rsidRPr="00E3660B">
              <w:rPr>
                <w:rFonts w:ascii="Calibri" w:hAnsi="Calibri" w:cs="Calibri"/>
                <w:spacing w:val="42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45"/>
              </w:rPr>
              <w:t xml:space="preserve"> </w:t>
            </w:r>
            <w:r w:rsidRPr="00E3660B">
              <w:rPr>
                <w:rFonts w:ascii="Calibri" w:hAnsi="Calibri" w:cs="Calibri"/>
              </w:rPr>
              <w:t>categorii</w:t>
            </w:r>
            <w:r w:rsidRPr="00E3660B">
              <w:rPr>
                <w:rFonts w:ascii="Calibri" w:hAnsi="Calibri" w:cs="Calibri"/>
                <w:spacing w:val="42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44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lucrări</w:t>
            </w:r>
            <w:r w:rsidRPr="00E3660B">
              <w:rPr>
                <w:rFonts w:ascii="Calibri" w:hAnsi="Calibri" w:cs="Calibri"/>
                <w:spacing w:val="46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men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ionează</w:t>
            </w:r>
            <w:r w:rsidRPr="00E3660B">
              <w:rPr>
                <w:rFonts w:ascii="Calibri" w:hAnsi="Calibri" w:cs="Calibri"/>
                <w:spacing w:val="-57"/>
              </w:rPr>
              <w:t xml:space="preserve"> </w:t>
            </w:r>
            <w:r w:rsidRPr="00E3660B">
              <w:rPr>
                <w:rFonts w:ascii="Calibri" w:hAnsi="Calibri" w:cs="Calibri"/>
              </w:rPr>
              <w:t>toate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elementele componente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obiectelor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proiectului?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EBB81B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02A358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41685F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4DD2AA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14:paraId="4D4D8290" w14:textId="77777777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5E0C99" w14:textId="77777777"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1603BA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Centralizatorul cheltuielilor pe obiectiv de 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 (formular F1),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Centralizatoarele cheltuielilor pe obiecte si categorii de lucrări,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(Formularele F2), Listele cu cantită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ile de lucrări pe categorii 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lucrări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(Formularele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F3),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Lista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cantită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utilaje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echipamente tehnologice, inclusiv dotări (Formularele F4), sunt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corelate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între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ele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Devizul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General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Bugetul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proiectului?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99CE9D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9820EB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33C6F0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63D0C8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14:paraId="15ACD7C0" w14:textId="77777777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96BC75" w14:textId="77777777"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C8AECA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Corelarea specialită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ilor proiectului este concretizată prin 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(de ex. 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 de structura cu goluri pentru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i, etc) sau alte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documente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concludente?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E676DD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6AE34F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9F449B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17F8B4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14:paraId="524B0E3D" w14:textId="77777777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DDA9BB" w14:textId="77777777"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C541A1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Proiectul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fost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elaborat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respectând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recomandările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expertului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asupra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solu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optime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(în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cazul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lucrărilor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interven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ie)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i, respectiv, a măsurilor/</w:t>
            </w:r>
            <w:r w:rsidR="00C04AE4" w:rsidRPr="00E3660B">
              <w:rPr>
                <w:rFonts w:ascii="Calibri" w:hAnsi="Calibri" w:cs="Calibri"/>
              </w:rPr>
              <w:t>solu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iilor</w:t>
            </w:r>
            <w:r w:rsidRPr="00E3660B">
              <w:rPr>
                <w:rFonts w:ascii="Calibri" w:hAnsi="Calibri" w:cs="Calibri"/>
              </w:rPr>
              <w:t xml:space="preserve"> recomandate 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auditorul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energetic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pentru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clădiri,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studiilor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geotehnice,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topografice,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studii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specialitate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necesare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realizării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avizelor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furnizorilor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utilită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acordurilor,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autoriza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iilor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etc.,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după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caz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737709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AA5AEE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F1AF4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69C8DA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AC4893" w:rsidRPr="00E3660B" w14:paraId="73BA6D52" w14:textId="77777777" w:rsidTr="00C04AE4">
        <w:trPr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6E1919" w14:textId="77777777" w:rsidR="00AC4893" w:rsidRPr="00E3660B" w:rsidRDefault="00AC4893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C59858" w14:textId="77777777" w:rsidR="00AC4893" w:rsidRPr="00E3660B" w:rsidRDefault="00AC4893" w:rsidP="001B674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Informa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iile </w:t>
            </w:r>
            <w:r w:rsidRPr="00E3660B">
              <w:rPr>
                <w:rFonts w:ascii="Calibri" w:hAnsi="Calibri" w:cs="Calibri"/>
                <w:color w:val="000000"/>
              </w:rPr>
              <w:t xml:space="preserve">privind </w:t>
            </w:r>
            <w:r w:rsidRPr="00E3660B">
              <w:rPr>
                <w:rFonts w:ascii="Calibri" w:hAnsi="Calibri" w:cs="Calibri"/>
              </w:rPr>
              <w:t xml:space="preserve"> Imunizarea fa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ă de schimbările climatice – realizată în cadrul 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 tehnice, în conformitate cu cerin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ele din Comunicarea Comisiei Europene privind Orientările tehnice referitoare la imunizarea infrastructurii la schimbările climatice în perioada 2021-2027 publicate la 16 septembrie 2021 (2021/C 373/01) sunt complete, corecte si coerente.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722DA6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4E36A9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93C6E3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41D5F8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</w:tbl>
    <w:p w14:paraId="5200E803" w14:textId="77777777" w:rsidR="00522E43" w:rsidRPr="00E3660B" w:rsidRDefault="00522E4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14:paraId="07D1936F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nota 1:</w:t>
      </w:r>
    </w:p>
    <w:p w14:paraId="0E11C2B9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Raport/Documenta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ie privind imunizarea la schimbările climatice, elaborat/elaborata  în conformitate cu cerin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 xml:space="preserve">ele din Comunicarea Comisiei Europene privind Orientările tehnice referitoare la imunizarea infrastructurii la schimbările climatice în perioada 2021-2027 publicate la 16 septembrie 2021 (2021/C 373/01) va </w:t>
      </w:r>
      <w:r w:rsidR="001B674D" w:rsidRPr="00E3660B">
        <w:rPr>
          <w:rFonts w:ascii="Calibri" w:hAnsi="Calibri" w:cs="Calibri"/>
          <w:b/>
          <w:sz w:val="22"/>
          <w:szCs w:val="22"/>
        </w:rPr>
        <w:t>con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="001B674D" w:rsidRPr="00E3660B">
        <w:rPr>
          <w:rFonts w:ascii="Calibri" w:hAnsi="Calibri" w:cs="Calibri"/>
          <w:b/>
          <w:sz w:val="22"/>
          <w:szCs w:val="22"/>
        </w:rPr>
        <w:t>ine</w:t>
      </w:r>
      <w:r w:rsidRPr="00E3660B">
        <w:rPr>
          <w:rFonts w:ascii="Calibri" w:hAnsi="Calibri" w:cs="Calibri"/>
          <w:b/>
          <w:sz w:val="22"/>
          <w:szCs w:val="22"/>
        </w:rPr>
        <w:t xml:space="preserve">, sunt prezentate, </w:t>
      </w:r>
      <w:r w:rsidR="00C04AE4" w:rsidRPr="00E3660B">
        <w:rPr>
          <w:rFonts w:ascii="Calibri" w:hAnsi="Calibri" w:cs="Calibri"/>
          <w:b/>
          <w:sz w:val="22"/>
          <w:szCs w:val="22"/>
        </w:rPr>
        <w:t>după</w:t>
      </w:r>
      <w:r w:rsidRPr="00E3660B">
        <w:rPr>
          <w:rFonts w:ascii="Calibri" w:hAnsi="Calibri" w:cs="Calibri"/>
          <w:b/>
          <w:sz w:val="22"/>
          <w:szCs w:val="22"/>
        </w:rPr>
        <w:t xml:space="preserve"> caz, </w:t>
      </w:r>
      <w:r w:rsidR="00C04AE4">
        <w:rPr>
          <w:rFonts w:ascii="Calibri" w:hAnsi="Calibri" w:cs="Calibri"/>
          <w:b/>
          <w:sz w:val="22"/>
          <w:szCs w:val="22"/>
        </w:rPr>
        <w:t>î</w:t>
      </w:r>
      <w:r w:rsidRPr="00E3660B">
        <w:rPr>
          <w:rFonts w:ascii="Calibri" w:hAnsi="Calibri" w:cs="Calibri"/>
          <w:b/>
          <w:sz w:val="22"/>
          <w:szCs w:val="22"/>
        </w:rPr>
        <w:t xml:space="preserve">n conformitate cu </w:t>
      </w:r>
      <w:r w:rsidR="00C04AE4" w:rsidRPr="00E3660B">
        <w:rPr>
          <w:rFonts w:ascii="Calibri" w:hAnsi="Calibri" w:cs="Calibri"/>
          <w:b/>
          <w:sz w:val="22"/>
          <w:szCs w:val="22"/>
        </w:rPr>
        <w:t>situa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="00C04AE4" w:rsidRPr="00E3660B">
        <w:rPr>
          <w:rFonts w:ascii="Calibri" w:hAnsi="Calibri" w:cs="Calibri"/>
          <w:b/>
          <w:sz w:val="22"/>
          <w:szCs w:val="22"/>
        </w:rPr>
        <w:t>ia</w:t>
      </w:r>
      <w:r w:rsidRPr="00E3660B">
        <w:rPr>
          <w:rFonts w:ascii="Calibri" w:hAnsi="Calibri" w:cs="Calibri"/>
          <w:b/>
          <w:sz w:val="22"/>
          <w:szCs w:val="22"/>
        </w:rPr>
        <w:t xml:space="preserve"> reala:</w:t>
      </w:r>
    </w:p>
    <w:p w14:paraId="5A67EBED" w14:textId="77777777" w:rsidR="001B674D" w:rsidRDefault="001B674D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14:paraId="5FD2D031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I.a. = pentru etapa: I. Atenuarea (neutralitatea climatica);(a)  Faza 1. Examinare/Încadrarea , </w:t>
      </w:r>
    </w:p>
    <w:p w14:paraId="3589D3A0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Se prezinta evaluarea impactului proiectului asupra emisiilor de GES. Dacă proiectul nu necesită o evaluare a amprentei de carbon, este  prezinta analiza aferentă în mod succint într-o declara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ie privind examinarea neutralită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ii climatice.</w:t>
      </w:r>
    </w:p>
    <w:p w14:paraId="03886337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14:paraId="2252F067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I.b. = pentru etapa I. Atenuarea (neutralitatea climatica) ; (b) Faza 2. Analiza detaliată (Pentru  proiectele care  necesită o evaluare a amprentei de carbon),  sunt prezentate:</w:t>
      </w:r>
    </w:p>
    <w:p w14:paraId="62DD5477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Pentru  proiectele care  necesită o evaluare a amprentei de carbon, sunt descrise:</w:t>
      </w:r>
    </w:p>
    <w:p w14:paraId="5FFE4A25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Integrarea principiilor de eficienta energetica si de reducere a emisiilor in conceperea si proiectarea investi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iei.</w:t>
      </w:r>
    </w:p>
    <w:p w14:paraId="396F6361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Calcularea emisiilor GES generate de proiect si compararea cu limitele de încadrare (screening) absolute (total emisii) si relative (diferen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a dintre situa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ia cu proiect si situa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ia fără proiect/scenariul de referin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a).</w:t>
      </w:r>
    </w:p>
    <w:p w14:paraId="01445656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Calcularea valorii monetare a emisiilor pe baza valorilor CO2 aplicabile.</w:t>
      </w:r>
    </w:p>
    <w:p w14:paraId="35B0C968" w14:textId="77777777" w:rsidR="005232F5" w:rsidRPr="00E3660B" w:rsidRDefault="005232F5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14:paraId="5A2B5C0B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II.a = pentru etapa : II. Adaptarea (rezilien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a la schimbările climatice); (a)Faza 1. Examinare/Încadrarea, sunt prezentate:</w:t>
      </w:r>
    </w:p>
    <w:p w14:paraId="4C76FF51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Analiza de senzitivitate ( identificarea riscurilor climatice care sunt relevante pentru tipul respectiv de proiect, indiferent de localizarea acestuia)</w:t>
      </w:r>
    </w:p>
    <w:p w14:paraId="0C2DA0CB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Evaluarea expunerii la riscuri( identificarea riscurilor care sunt relevante pentru loca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ia proiectului)</w:t>
      </w:r>
    </w:p>
    <w:p w14:paraId="4D7E4178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Analiza de vulnerabilitate( identificarea poten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ialelor riscuri semnificative)</w:t>
      </w:r>
    </w:p>
    <w:p w14:paraId="7FA27B7F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14:paraId="1768AE5A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II.b. =pentru etapa: II. Adaptarea (rezilien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a la schimbările climatice);</w:t>
      </w:r>
      <w:r w:rsidR="00111282">
        <w:rPr>
          <w:rFonts w:ascii="Calibri" w:hAnsi="Calibri" w:cs="Calibri"/>
          <w:b/>
          <w:sz w:val="22"/>
          <w:szCs w:val="22"/>
        </w:rPr>
        <w:t xml:space="preserve"> </w:t>
      </w:r>
      <w:r w:rsidRPr="00E3660B">
        <w:rPr>
          <w:rFonts w:ascii="Calibri" w:hAnsi="Calibri" w:cs="Calibri"/>
          <w:b/>
          <w:sz w:val="22"/>
          <w:szCs w:val="22"/>
        </w:rPr>
        <w:t>(b)</w:t>
      </w:r>
      <w:r w:rsidR="00111282">
        <w:rPr>
          <w:rFonts w:ascii="Calibri" w:hAnsi="Calibri" w:cs="Calibri"/>
          <w:b/>
          <w:sz w:val="22"/>
          <w:szCs w:val="22"/>
        </w:rPr>
        <w:t xml:space="preserve"> </w:t>
      </w:r>
      <w:r w:rsidRPr="00E3660B">
        <w:rPr>
          <w:rFonts w:ascii="Calibri" w:hAnsi="Calibri" w:cs="Calibri"/>
          <w:b/>
          <w:sz w:val="22"/>
          <w:szCs w:val="22"/>
        </w:rPr>
        <w:t>Faza 2. Analiza detaliată de risc - Analiza detaliată depinde de rezultatul fazei de examinare, sunt prezentate:</w:t>
      </w:r>
    </w:p>
    <w:p w14:paraId="25F565E0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Probabilitatea( probabilitatea ca riscurile climatice identificate sa aibă loc in timpul duratei de via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ă a proiectului)</w:t>
      </w:r>
    </w:p>
    <w:p w14:paraId="5251F82C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Impactul ( analizează consecin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ele în cazul în care apare pericolul climatic identificat)</w:t>
      </w:r>
    </w:p>
    <w:p w14:paraId="2DAA99DC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 Riscul (identifica riscurile poten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 xml:space="preserve">iale cele mai semnificative </w:t>
      </w:r>
      <w:r w:rsidR="007B3E15">
        <w:rPr>
          <w:rFonts w:ascii="Calibri" w:hAnsi="Calibri" w:cs="Calibri"/>
          <w:b/>
          <w:sz w:val="22"/>
          <w:szCs w:val="22"/>
        </w:rPr>
        <w:t>ș</w:t>
      </w:r>
      <w:r w:rsidRPr="00E3660B">
        <w:rPr>
          <w:rFonts w:ascii="Calibri" w:hAnsi="Calibri" w:cs="Calibri"/>
          <w:b/>
          <w:sz w:val="22"/>
          <w:szCs w:val="22"/>
        </w:rPr>
        <w:t>i cele în care trebuie luate măsuri de adaptare)</w:t>
      </w:r>
    </w:p>
    <w:p w14:paraId="04DD59A7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Măsuri de adaptare (Pentru fiecare risc semnificativ identificat, ar trebui evaluate măsuri de adaptare specifice)</w:t>
      </w:r>
    </w:p>
    <w:p w14:paraId="3AC50F25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14:paraId="34E2D01D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Acest  document face parte din Studiul de </w:t>
      </w:r>
      <w:r w:rsidR="00111282" w:rsidRPr="00E3660B">
        <w:rPr>
          <w:rFonts w:ascii="Calibri" w:hAnsi="Calibri" w:cs="Calibri"/>
          <w:b/>
          <w:sz w:val="22"/>
          <w:szCs w:val="22"/>
        </w:rPr>
        <w:t>Fezabilitate</w:t>
      </w:r>
      <w:r w:rsidRPr="00E3660B">
        <w:rPr>
          <w:rFonts w:ascii="Calibri" w:hAnsi="Calibri" w:cs="Calibri"/>
          <w:b/>
          <w:sz w:val="22"/>
          <w:szCs w:val="22"/>
        </w:rPr>
        <w:t>/</w:t>
      </w:r>
      <w:r w:rsidR="00C04AE4" w:rsidRPr="00E3660B">
        <w:rPr>
          <w:rFonts w:ascii="Calibri" w:hAnsi="Calibri" w:cs="Calibri"/>
          <w:b/>
          <w:sz w:val="22"/>
          <w:szCs w:val="22"/>
        </w:rPr>
        <w:t>Documenta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="00C04AE4" w:rsidRPr="00E3660B">
        <w:rPr>
          <w:rFonts w:ascii="Calibri" w:hAnsi="Calibri" w:cs="Calibri"/>
          <w:b/>
          <w:sz w:val="22"/>
          <w:szCs w:val="22"/>
        </w:rPr>
        <w:t>ie</w:t>
      </w:r>
      <w:r w:rsidRPr="00E3660B">
        <w:rPr>
          <w:rFonts w:ascii="Calibri" w:hAnsi="Calibri" w:cs="Calibri"/>
          <w:b/>
          <w:sz w:val="22"/>
          <w:szCs w:val="22"/>
        </w:rPr>
        <w:t xml:space="preserve"> de avizare a </w:t>
      </w:r>
      <w:r w:rsidR="00111282">
        <w:rPr>
          <w:rFonts w:ascii="Calibri" w:hAnsi="Calibri" w:cs="Calibri"/>
          <w:b/>
          <w:sz w:val="22"/>
          <w:szCs w:val="22"/>
        </w:rPr>
        <w:t>l</w:t>
      </w:r>
      <w:r w:rsidR="00111282" w:rsidRPr="00E3660B">
        <w:rPr>
          <w:rFonts w:ascii="Calibri" w:hAnsi="Calibri" w:cs="Calibri"/>
          <w:b/>
          <w:sz w:val="22"/>
          <w:szCs w:val="22"/>
        </w:rPr>
        <w:t>ucrărilor</w:t>
      </w:r>
      <w:r w:rsidRPr="00E3660B">
        <w:rPr>
          <w:rFonts w:ascii="Calibri" w:hAnsi="Calibri" w:cs="Calibri"/>
          <w:b/>
          <w:sz w:val="22"/>
          <w:szCs w:val="22"/>
        </w:rPr>
        <w:t xml:space="preserve"> de </w:t>
      </w:r>
      <w:r w:rsidR="00111282">
        <w:rPr>
          <w:rFonts w:ascii="Calibri" w:hAnsi="Calibri" w:cs="Calibri"/>
          <w:b/>
          <w:sz w:val="22"/>
          <w:szCs w:val="22"/>
        </w:rPr>
        <w:t>i</w:t>
      </w:r>
      <w:r w:rsidR="007B3E15" w:rsidRPr="00E3660B">
        <w:rPr>
          <w:rFonts w:ascii="Calibri" w:hAnsi="Calibri" w:cs="Calibri"/>
          <w:b/>
          <w:sz w:val="22"/>
          <w:szCs w:val="22"/>
        </w:rPr>
        <w:t>ntervenție</w:t>
      </w:r>
      <w:r w:rsidRPr="00E3660B">
        <w:rPr>
          <w:rFonts w:ascii="Calibri" w:hAnsi="Calibri" w:cs="Calibri"/>
          <w:b/>
          <w:sz w:val="22"/>
          <w:szCs w:val="22"/>
        </w:rPr>
        <w:t>/ SF cu elemente de DALI (</w:t>
      </w:r>
      <w:r w:rsidR="007B3E15" w:rsidRPr="00E3660B">
        <w:rPr>
          <w:rFonts w:ascii="Calibri" w:hAnsi="Calibri" w:cs="Calibri"/>
          <w:b/>
          <w:sz w:val="22"/>
          <w:szCs w:val="22"/>
        </w:rPr>
        <w:t>după</w:t>
      </w:r>
      <w:r w:rsidRPr="00E3660B">
        <w:rPr>
          <w:rFonts w:ascii="Calibri" w:hAnsi="Calibri" w:cs="Calibri"/>
          <w:b/>
          <w:sz w:val="22"/>
          <w:szCs w:val="22"/>
        </w:rPr>
        <w:t xml:space="preserve"> caz) si este </w:t>
      </w:r>
      <w:r w:rsidR="007B3E15" w:rsidRPr="00E3660B">
        <w:rPr>
          <w:rFonts w:ascii="Calibri" w:hAnsi="Calibri" w:cs="Calibri"/>
          <w:b/>
          <w:sz w:val="22"/>
          <w:szCs w:val="22"/>
        </w:rPr>
        <w:t>obligatoriu</w:t>
      </w:r>
      <w:r w:rsidRPr="00E3660B">
        <w:rPr>
          <w:rFonts w:ascii="Calibri" w:hAnsi="Calibri" w:cs="Calibri"/>
          <w:b/>
          <w:sz w:val="22"/>
          <w:szCs w:val="22"/>
        </w:rPr>
        <w:t xml:space="preserve"> ca in memoriul ge</w:t>
      </w:r>
      <w:r w:rsidR="007B3E15">
        <w:rPr>
          <w:rFonts w:ascii="Calibri" w:hAnsi="Calibri" w:cs="Calibri"/>
          <w:b/>
          <w:sz w:val="22"/>
          <w:szCs w:val="22"/>
        </w:rPr>
        <w:t>ne</w:t>
      </w:r>
      <w:r w:rsidRPr="00E3660B">
        <w:rPr>
          <w:rFonts w:ascii="Calibri" w:hAnsi="Calibri" w:cs="Calibri"/>
          <w:b/>
          <w:sz w:val="22"/>
          <w:szCs w:val="22"/>
        </w:rPr>
        <w:t xml:space="preserve">ral al PT sa se prezinte </w:t>
      </w:r>
      <w:r w:rsidR="007B3E15" w:rsidRPr="00E3660B">
        <w:rPr>
          <w:rFonts w:ascii="Calibri" w:hAnsi="Calibri" w:cs="Calibri"/>
          <w:b/>
          <w:sz w:val="22"/>
          <w:szCs w:val="22"/>
        </w:rPr>
        <w:t>informațiile</w:t>
      </w:r>
      <w:r w:rsidRPr="00E3660B">
        <w:rPr>
          <w:rFonts w:ascii="Calibri" w:hAnsi="Calibri" w:cs="Calibri"/>
          <w:b/>
          <w:sz w:val="22"/>
          <w:szCs w:val="22"/>
        </w:rPr>
        <w:t xml:space="preserve"> din acest document care va fi anexat  si opisat integral la </w:t>
      </w:r>
      <w:r w:rsidR="007B3E15" w:rsidRPr="00E3660B">
        <w:rPr>
          <w:rFonts w:ascii="Calibri" w:hAnsi="Calibri" w:cs="Calibri"/>
          <w:b/>
          <w:sz w:val="22"/>
          <w:szCs w:val="22"/>
        </w:rPr>
        <w:t>documentația</w:t>
      </w:r>
      <w:r w:rsidRPr="00E3660B">
        <w:rPr>
          <w:rFonts w:ascii="Calibri" w:hAnsi="Calibri" w:cs="Calibri"/>
          <w:b/>
          <w:sz w:val="22"/>
          <w:szCs w:val="22"/>
        </w:rPr>
        <w:t xml:space="preserve"> PT. </w:t>
      </w:r>
    </w:p>
    <w:p w14:paraId="7C56C1EC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  <w:shd w:val="clear" w:color="auto" w:fill="FFFF00"/>
        </w:rPr>
      </w:pPr>
    </w:p>
    <w:p w14:paraId="275A6F53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14:paraId="536D8EE7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În cazul bifării cu NU la oricare din criterii proiectul se respinge. </w:t>
      </w:r>
    </w:p>
    <w:p w14:paraId="2D102643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14:paraId="5F9892DB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Se pot formula recomandări (cu precizarea explicit</w:t>
      </w:r>
      <w:r w:rsidR="00111282">
        <w:rPr>
          <w:rFonts w:ascii="Calibri" w:hAnsi="Calibri" w:cs="Calibri"/>
          <w:b/>
          <w:sz w:val="22"/>
          <w:szCs w:val="22"/>
        </w:rPr>
        <w:t>ă</w:t>
      </w:r>
      <w:r w:rsidRPr="00E3660B">
        <w:rPr>
          <w:rFonts w:ascii="Calibri" w:hAnsi="Calibri" w:cs="Calibri"/>
          <w:b/>
          <w:sz w:val="22"/>
          <w:szCs w:val="22"/>
        </w:rPr>
        <w:t xml:space="preserve"> a momentului prevăzut pentru solu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ionarea acestora) cu excep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 xml:space="preserve">ia criteriilor 10 </w:t>
      </w:r>
      <w:r w:rsidR="007B3E15">
        <w:rPr>
          <w:rFonts w:ascii="Calibri" w:hAnsi="Calibri" w:cs="Calibri"/>
          <w:b/>
          <w:sz w:val="22"/>
          <w:szCs w:val="22"/>
        </w:rPr>
        <w:t>ș</w:t>
      </w:r>
      <w:r w:rsidRPr="00E3660B">
        <w:rPr>
          <w:rFonts w:ascii="Calibri" w:hAnsi="Calibri" w:cs="Calibri"/>
          <w:b/>
          <w:sz w:val="22"/>
          <w:szCs w:val="22"/>
        </w:rPr>
        <w:t>i 11 din cadrul sec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iunii II.</w:t>
      </w:r>
    </w:p>
    <w:p w14:paraId="7B46D670" w14:textId="77777777" w:rsidR="00AC4893" w:rsidRPr="00E3660B" w:rsidRDefault="00AC4893" w:rsidP="001B674D">
      <w:pPr>
        <w:pStyle w:val="Corptext"/>
        <w:rPr>
          <w:rFonts w:ascii="Calibri" w:hAnsi="Calibri" w:cs="Calibri"/>
          <w:b/>
          <w:sz w:val="22"/>
          <w:szCs w:val="22"/>
        </w:rPr>
      </w:pPr>
    </w:p>
    <w:p w14:paraId="679D82B1" w14:textId="77777777" w:rsidR="00522E43" w:rsidRPr="00E3660B" w:rsidRDefault="00522E43" w:rsidP="001B674D">
      <w:pPr>
        <w:jc w:val="both"/>
        <w:rPr>
          <w:rFonts w:ascii="Calibri" w:hAnsi="Calibri" w:cs="Calibri"/>
          <w:sz w:val="22"/>
          <w:szCs w:val="22"/>
        </w:rPr>
      </w:pPr>
    </w:p>
    <w:sectPr w:rsidR="00522E43" w:rsidRPr="00E3660B" w:rsidSect="00C04A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560" w:right="707" w:bottom="1985" w:left="851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5241F" w14:textId="77777777" w:rsidR="001A32C9" w:rsidRDefault="001A32C9">
      <w:r>
        <w:separator/>
      </w:r>
    </w:p>
  </w:endnote>
  <w:endnote w:type="continuationSeparator" w:id="0">
    <w:p w14:paraId="68A482B3" w14:textId="77777777" w:rsidR="001A32C9" w:rsidRDefault="001A3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02FD7" w14:textId="77777777" w:rsidR="004E30C9" w:rsidRDefault="004E30C9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 w14:paraId="1BB64735" w14:textId="77777777">
      <w:trPr>
        <w:cantSplit/>
        <w:trHeight w:hRule="exact" w:val="340"/>
        <w:hidden/>
      </w:trPr>
      <w:tc>
        <w:tcPr>
          <w:tcW w:w="9210" w:type="dxa"/>
        </w:tcPr>
        <w:p w14:paraId="4B627884" w14:textId="77777777" w:rsidR="0055238C" w:rsidRDefault="0055238C">
          <w:pPr>
            <w:pStyle w:val="Subsol"/>
            <w:rPr>
              <w:vanish/>
              <w:sz w:val="20"/>
            </w:rPr>
          </w:pPr>
        </w:p>
      </w:tc>
    </w:tr>
  </w:tbl>
  <w:p w14:paraId="3AD67B45" w14:textId="77777777" w:rsidR="0055238C" w:rsidRDefault="002173DA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0E37322F" wp14:editId="768CEFA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D1DEAD" wp14:editId="6958535C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EB05B6" w14:textId="77777777"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D1DEAD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18EB05B6" w14:textId="77777777"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C82D951" wp14:editId="42D80404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16180A" w14:textId="77777777"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82D951" id="Group 30" o:spid="_x0000_s1030" style="position:absolute;margin-left:-42.05pt;margin-top:-10.85pt;width:242.2pt;height:61.3pt;z-index:25165824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3716180A" w14:textId="77777777"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41EF693" wp14:editId="62E65F89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6D3542" w14:textId="77777777"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49A0E5F0" w14:textId="77777777"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CA21489" w14:textId="77777777"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1EF693" id="Text Box 28" o:spid="_x0000_s1033" type="#_x0000_t202" style="position:absolute;margin-left:311.1pt;margin-top:-2.15pt;width:216.1pt;height:5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056D3542" w14:textId="77777777"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49A0E5F0" w14:textId="77777777"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CA21489" w14:textId="77777777"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3AEBE79B" wp14:editId="0721012D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43D6B0" w14:textId="77777777" w:rsidR="0055238C" w:rsidRDefault="0055238C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CF8B8" w14:textId="77777777" w:rsidR="0055238C" w:rsidRDefault="002173DA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5168" behindDoc="0" locked="0" layoutInCell="1" allowOverlap="1" wp14:anchorId="0F5BF1C2" wp14:editId="55565B45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6CF83DF4" wp14:editId="0A6DBC52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B07A5E" w14:textId="77777777"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F83DF4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18B07A5E" w14:textId="77777777"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3120" behindDoc="0" locked="0" layoutInCell="1" allowOverlap="1" wp14:anchorId="2EDE40E0" wp14:editId="1F6B95DD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8938F" w14:textId="77777777"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EDE40E0" id="Group 23" o:spid="_x0000_s1035" style="position:absolute;margin-left:-42.05pt;margin-top:-10.85pt;width:242.2pt;height:61.3pt;z-index:25165312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20F8938F" w14:textId="77777777"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7D60F382" wp14:editId="0B6AB339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F35115" w14:textId="77777777"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07A58FC" w14:textId="77777777"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0B4AAE4" w14:textId="77777777"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60F382" id="Text Box 18" o:spid="_x0000_s1038" type="#_x0000_t202" style="position:absolute;margin-left:311.1pt;margin-top:-2.15pt;width:216.1pt;height:50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1BF35115" w14:textId="77777777"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07A58FC" w14:textId="77777777"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0B4AAE4" w14:textId="77777777"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176A41E4" wp14:editId="626E736F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17FE1" w14:textId="77777777" w:rsidR="001A32C9" w:rsidRDefault="001A32C9">
      <w:r>
        <w:separator/>
      </w:r>
    </w:p>
  </w:footnote>
  <w:footnote w:type="continuationSeparator" w:id="0">
    <w:p w14:paraId="57D25E74" w14:textId="77777777" w:rsidR="001A32C9" w:rsidRDefault="001A3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FE18E" w14:textId="77777777" w:rsidR="004E30C9" w:rsidRDefault="00033AA4">
    <w:pPr>
      <w:pStyle w:val="Antet"/>
    </w:pPr>
    <w:r>
      <w:rPr>
        <w:noProof/>
      </w:rPr>
      <w:pict w14:anchorId="02120DE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331282" o:spid="_x0000_s2093" type="#_x0000_t136" style="position:absolute;margin-left:0;margin-top:0;width:632.15pt;height:97.2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6ED82" w14:textId="77777777" w:rsidR="0004589A" w:rsidRPr="0004589A" w:rsidRDefault="00033AA4">
    <w:pPr>
      <w:pStyle w:val="Antet"/>
      <w:rPr>
        <w:color w:val="999999"/>
      </w:rPr>
    </w:pPr>
    <w:r>
      <w:rPr>
        <w:noProof/>
      </w:rPr>
      <w:pict w14:anchorId="09ABEC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331283" o:spid="_x0000_s2094" type="#_x0000_t136" style="position:absolute;margin-left:0;margin-top:0;width:632.15pt;height:97.2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2173DA"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3912A7C" wp14:editId="1317AC3C">
              <wp:simplePos x="0" y="0"/>
              <wp:positionH relativeFrom="column">
                <wp:posOffset>5429250</wp:posOffset>
              </wp:positionH>
              <wp:positionV relativeFrom="paragraph">
                <wp:posOffset>-360045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4F5E96" w14:textId="77777777" w:rsidR="0004589A" w:rsidRDefault="0004589A" w:rsidP="0004589A">
                            <w:pPr>
                              <w:spacing w:line="330" w:lineRule="auto"/>
                            </w:pPr>
                          </w:p>
                          <w:p w14:paraId="79EC8498" w14:textId="77777777" w:rsidR="0004589A" w:rsidRPr="00851382" w:rsidRDefault="0004589A" w:rsidP="0004589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912A7C" id="Group 12" o:spid="_x0000_s1026" style="position:absolute;margin-left:427.5pt;margin-top:-28.3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424F5E96" w14:textId="77777777" w:rsidR="0004589A" w:rsidRDefault="0004589A" w:rsidP="0004589A">
                      <w:pPr>
                        <w:spacing w:line="330" w:lineRule="auto"/>
                      </w:pPr>
                    </w:p>
                    <w:p w14:paraId="79EC8498" w14:textId="77777777" w:rsidR="0004589A" w:rsidRPr="00851382" w:rsidRDefault="0004589A" w:rsidP="0004589A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04589A" w:rsidRPr="00851382">
      <w:rPr>
        <w:color w:val="999999"/>
        <w:sz w:val="20"/>
        <w:szCs w:val="20"/>
      </w:rPr>
      <w:t xml:space="preserve">Pagina </w:t>
    </w:r>
    <w:r w:rsidR="0004589A" w:rsidRPr="00851382">
      <w:rPr>
        <w:color w:val="999999"/>
        <w:sz w:val="20"/>
        <w:szCs w:val="20"/>
      </w:rPr>
      <w:fldChar w:fldCharType="begin"/>
    </w:r>
    <w:r w:rsidR="0004589A" w:rsidRPr="00851382">
      <w:rPr>
        <w:color w:val="999999"/>
        <w:sz w:val="20"/>
        <w:szCs w:val="20"/>
      </w:rPr>
      <w:instrText xml:space="preserve"> PAGE </w:instrText>
    </w:r>
    <w:r w:rsidR="0004589A" w:rsidRPr="00851382">
      <w:rPr>
        <w:color w:val="999999"/>
        <w:sz w:val="20"/>
        <w:szCs w:val="20"/>
      </w:rPr>
      <w:fldChar w:fldCharType="separate"/>
    </w:r>
    <w:r w:rsidR="0004589A">
      <w:rPr>
        <w:color w:val="999999"/>
        <w:sz w:val="20"/>
        <w:szCs w:val="20"/>
      </w:rPr>
      <w:t>2</w:t>
    </w:r>
    <w:r w:rsidR="0004589A" w:rsidRPr="00851382">
      <w:rPr>
        <w:color w:val="999999"/>
        <w:sz w:val="20"/>
        <w:szCs w:val="20"/>
      </w:rPr>
      <w:fldChar w:fldCharType="end"/>
    </w:r>
    <w:r w:rsidR="0004589A" w:rsidRPr="00851382">
      <w:rPr>
        <w:color w:val="999999"/>
        <w:sz w:val="20"/>
        <w:szCs w:val="20"/>
      </w:rPr>
      <w:t xml:space="preserve"> din </w:t>
    </w:r>
    <w:r w:rsidR="0004589A" w:rsidRPr="00851382">
      <w:rPr>
        <w:color w:val="999999"/>
        <w:sz w:val="20"/>
        <w:szCs w:val="20"/>
      </w:rPr>
      <w:fldChar w:fldCharType="begin"/>
    </w:r>
    <w:r w:rsidR="0004589A" w:rsidRPr="00851382">
      <w:rPr>
        <w:color w:val="999999"/>
        <w:sz w:val="20"/>
        <w:szCs w:val="20"/>
      </w:rPr>
      <w:instrText xml:space="preserve"> NUMPAGES </w:instrText>
    </w:r>
    <w:r w:rsidR="0004589A" w:rsidRPr="00851382">
      <w:rPr>
        <w:color w:val="999999"/>
        <w:sz w:val="20"/>
        <w:szCs w:val="20"/>
      </w:rPr>
      <w:fldChar w:fldCharType="separate"/>
    </w:r>
    <w:r w:rsidR="0004589A">
      <w:rPr>
        <w:color w:val="999999"/>
        <w:sz w:val="20"/>
        <w:szCs w:val="20"/>
      </w:rPr>
      <w:t>2</w:t>
    </w:r>
    <w:r w:rsidR="0004589A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0C17A" w14:textId="77777777" w:rsidR="00C04AE4" w:rsidRDefault="00033AA4" w:rsidP="00C04AE4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1836C2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331281" o:spid="_x0000_s2092" type="#_x0000_t136" style="position:absolute;margin-left:0;margin-top:0;width:632.15pt;height:97.2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2173DA">
      <w:rPr>
        <w:noProof/>
      </w:rPr>
      <w:drawing>
        <wp:anchor distT="0" distB="0" distL="114300" distR="114300" simplePos="0" relativeHeight="251661312" behindDoc="0" locked="0" layoutInCell="1" allowOverlap="1" wp14:anchorId="07E31AC3" wp14:editId="2E865CD2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73DA">
      <w:rPr>
        <w:noProof/>
      </w:rPr>
      <w:drawing>
        <wp:anchor distT="0" distB="0" distL="114300" distR="114300" simplePos="0" relativeHeight="251662336" behindDoc="0" locked="0" layoutInCell="1" allowOverlap="1" wp14:anchorId="73A39DAE" wp14:editId="66E521A8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73DA">
      <w:rPr>
        <w:noProof/>
      </w:rPr>
      <w:drawing>
        <wp:anchor distT="0" distB="0" distL="114300" distR="114300" simplePos="0" relativeHeight="251663360" behindDoc="0" locked="0" layoutInCell="1" allowOverlap="1" wp14:anchorId="7F491733" wp14:editId="320BF252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4AE4">
      <w:t xml:space="preserve">   </w:t>
    </w:r>
    <w:r w:rsidR="00C04A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81137E1"/>
    <w:multiLevelType w:val="multilevel"/>
    <w:tmpl w:val="FE20CB1C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9327D4C"/>
    <w:multiLevelType w:val="multilevel"/>
    <w:tmpl w:val="309E6AD8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46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6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1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1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236D"/>
    <w:multiLevelType w:val="hybridMultilevel"/>
    <w:tmpl w:val="A40A8E30"/>
    <w:lvl w:ilvl="0" w:tplc="04180003">
      <w:start w:val="1"/>
      <w:numFmt w:val="bullet"/>
      <w:lvlText w:val="o"/>
      <w:lvlJc w:val="left"/>
      <w:pPr>
        <w:ind w:left="467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6" w15:restartNumberingAfterBreak="0">
    <w:nsid w:val="1BE3773F"/>
    <w:multiLevelType w:val="hybridMultilevel"/>
    <w:tmpl w:val="7EB8DDCA"/>
    <w:lvl w:ilvl="0" w:tplc="4300C8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03E24"/>
    <w:multiLevelType w:val="multilevel"/>
    <w:tmpl w:val="45263EAC"/>
    <w:lvl w:ilvl="0">
      <w:numFmt w:val="bullet"/>
      <w:lvlText w:val="-"/>
      <w:lvlJc w:val="left"/>
      <w:pPr>
        <w:tabs>
          <w:tab w:val="num" w:pos="0"/>
        </w:tabs>
        <w:ind w:left="468" w:hanging="360"/>
      </w:pPr>
      <w:rPr>
        <w:rFonts w:ascii="Calibri" w:hAnsi="Calibri" w:cs="Calibri" w:hint="default"/>
        <w:color w:val="00800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2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9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26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2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8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9" w15:restartNumberingAfterBreak="0">
    <w:nsid w:val="2AE9745C"/>
    <w:multiLevelType w:val="multilevel"/>
    <w:tmpl w:val="92F2E66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0" w15:restartNumberingAfterBreak="0">
    <w:nsid w:val="2C880B97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15" w:hanging="360"/>
      </w:pPr>
    </w:lvl>
    <w:lvl w:ilvl="2" w:tplc="0418001B" w:tentative="1">
      <w:start w:val="1"/>
      <w:numFmt w:val="lowerRoman"/>
      <w:lvlText w:val="%3."/>
      <w:lvlJc w:val="right"/>
      <w:pPr>
        <w:ind w:left="1735" w:hanging="180"/>
      </w:pPr>
    </w:lvl>
    <w:lvl w:ilvl="3" w:tplc="0418000F" w:tentative="1">
      <w:start w:val="1"/>
      <w:numFmt w:val="decimal"/>
      <w:lvlText w:val="%4."/>
      <w:lvlJc w:val="left"/>
      <w:pPr>
        <w:ind w:left="2455" w:hanging="360"/>
      </w:pPr>
    </w:lvl>
    <w:lvl w:ilvl="4" w:tplc="04180019" w:tentative="1">
      <w:start w:val="1"/>
      <w:numFmt w:val="lowerLetter"/>
      <w:lvlText w:val="%5."/>
      <w:lvlJc w:val="left"/>
      <w:pPr>
        <w:ind w:left="3175" w:hanging="360"/>
      </w:pPr>
    </w:lvl>
    <w:lvl w:ilvl="5" w:tplc="0418001B" w:tentative="1">
      <w:start w:val="1"/>
      <w:numFmt w:val="lowerRoman"/>
      <w:lvlText w:val="%6."/>
      <w:lvlJc w:val="right"/>
      <w:pPr>
        <w:ind w:left="3895" w:hanging="180"/>
      </w:pPr>
    </w:lvl>
    <w:lvl w:ilvl="6" w:tplc="0418000F" w:tentative="1">
      <w:start w:val="1"/>
      <w:numFmt w:val="decimal"/>
      <w:lvlText w:val="%7."/>
      <w:lvlJc w:val="left"/>
      <w:pPr>
        <w:ind w:left="4615" w:hanging="360"/>
      </w:pPr>
    </w:lvl>
    <w:lvl w:ilvl="7" w:tplc="04180019" w:tentative="1">
      <w:start w:val="1"/>
      <w:numFmt w:val="lowerLetter"/>
      <w:lvlText w:val="%8."/>
      <w:lvlJc w:val="left"/>
      <w:pPr>
        <w:ind w:left="5335" w:hanging="360"/>
      </w:pPr>
    </w:lvl>
    <w:lvl w:ilvl="8" w:tplc="0418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DD50F55"/>
    <w:multiLevelType w:val="multilevel"/>
    <w:tmpl w:val="D908A546"/>
    <w:lvl w:ilvl="0">
      <w:numFmt w:val="bullet"/>
      <w:lvlText w:val="o"/>
      <w:lvlJc w:val="left"/>
      <w:pPr>
        <w:tabs>
          <w:tab w:val="num" w:pos="0"/>
        </w:tabs>
        <w:ind w:left="89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2" w15:restartNumberingAfterBreak="0">
    <w:nsid w:val="2E070CF7"/>
    <w:multiLevelType w:val="multilevel"/>
    <w:tmpl w:val="14FC4810"/>
    <w:lvl w:ilvl="0">
      <w:start w:val="1"/>
      <w:numFmt w:val="lowerLetter"/>
      <w:lvlText w:val="%1)"/>
      <w:lvlJc w:val="left"/>
      <w:pPr>
        <w:tabs>
          <w:tab w:val="num" w:pos="-718"/>
        </w:tabs>
        <w:ind w:left="110" w:hanging="360"/>
      </w:pPr>
      <w:rPr>
        <w:w w:val="99"/>
        <w:lang w:val="ro-RO" w:eastAsia="en-US" w:bidi="ar-SA"/>
      </w:rPr>
    </w:lvl>
    <w:lvl w:ilvl="1">
      <w:numFmt w:val="bullet"/>
      <w:lvlText w:val="-"/>
      <w:lvlJc w:val="left"/>
      <w:pPr>
        <w:tabs>
          <w:tab w:val="num" w:pos="-718"/>
        </w:tabs>
        <w:ind w:left="47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18"/>
        </w:tabs>
        <w:ind w:left="108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18"/>
        </w:tabs>
        <w:ind w:left="170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18"/>
        </w:tabs>
        <w:ind w:left="2333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18"/>
        </w:tabs>
        <w:ind w:left="295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18"/>
        </w:tabs>
        <w:ind w:left="358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18"/>
        </w:tabs>
        <w:ind w:left="4205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18"/>
        </w:tabs>
        <w:ind w:left="482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3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B2DD3"/>
    <w:multiLevelType w:val="hybridMultilevel"/>
    <w:tmpl w:val="899CACB0"/>
    <w:lvl w:ilvl="0" w:tplc="04180003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17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DA465D"/>
    <w:multiLevelType w:val="multilevel"/>
    <w:tmpl w:val="3D80C192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3F044D29"/>
    <w:multiLevelType w:val="multilevel"/>
    <w:tmpl w:val="D26882D0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46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6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1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1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1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2" w15:restartNumberingAfterBreak="0">
    <w:nsid w:val="4D201391"/>
    <w:multiLevelType w:val="multilevel"/>
    <w:tmpl w:val="AF0870D0"/>
    <w:lvl w:ilvl="0">
      <w:start w:val="1"/>
      <w:numFmt w:val="bullet"/>
      <w:lvlText w:val=""/>
      <w:lvlJc w:val="left"/>
      <w:pPr>
        <w:tabs>
          <w:tab w:val="num" w:pos="0"/>
        </w:tabs>
        <w:ind w:left="883" w:hanging="360"/>
      </w:pPr>
      <w:rPr>
        <w:rFonts w:ascii="Symbol" w:hAnsi="Symbol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3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4" w15:restartNumberingAfterBreak="0">
    <w:nsid w:val="50EA7A64"/>
    <w:multiLevelType w:val="multilevel"/>
    <w:tmpl w:val="4FF28096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5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6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7" w15:restartNumberingAfterBreak="0">
    <w:nsid w:val="55D641B1"/>
    <w:multiLevelType w:val="multilevel"/>
    <w:tmpl w:val="C3A04F9E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8" w15:restartNumberingAfterBreak="0">
    <w:nsid w:val="59362D7B"/>
    <w:multiLevelType w:val="hybridMultilevel"/>
    <w:tmpl w:val="2C646148"/>
    <w:lvl w:ilvl="0" w:tplc="0418000F">
      <w:start w:val="1"/>
      <w:numFmt w:val="decimal"/>
      <w:lvlText w:val="%1."/>
      <w:lvlJc w:val="left"/>
      <w:pPr>
        <w:ind w:left="946" w:hanging="360"/>
      </w:pPr>
    </w:lvl>
    <w:lvl w:ilvl="1" w:tplc="04180019" w:tentative="1">
      <w:start w:val="1"/>
      <w:numFmt w:val="lowerLetter"/>
      <w:lvlText w:val="%2."/>
      <w:lvlJc w:val="left"/>
      <w:pPr>
        <w:ind w:left="1666" w:hanging="360"/>
      </w:pPr>
    </w:lvl>
    <w:lvl w:ilvl="2" w:tplc="0418001B" w:tentative="1">
      <w:start w:val="1"/>
      <w:numFmt w:val="lowerRoman"/>
      <w:lvlText w:val="%3."/>
      <w:lvlJc w:val="right"/>
      <w:pPr>
        <w:ind w:left="2386" w:hanging="180"/>
      </w:pPr>
    </w:lvl>
    <w:lvl w:ilvl="3" w:tplc="0418000F" w:tentative="1">
      <w:start w:val="1"/>
      <w:numFmt w:val="decimal"/>
      <w:lvlText w:val="%4."/>
      <w:lvlJc w:val="left"/>
      <w:pPr>
        <w:ind w:left="3106" w:hanging="360"/>
      </w:pPr>
    </w:lvl>
    <w:lvl w:ilvl="4" w:tplc="04180019" w:tentative="1">
      <w:start w:val="1"/>
      <w:numFmt w:val="lowerLetter"/>
      <w:lvlText w:val="%5."/>
      <w:lvlJc w:val="left"/>
      <w:pPr>
        <w:ind w:left="3826" w:hanging="360"/>
      </w:pPr>
    </w:lvl>
    <w:lvl w:ilvl="5" w:tplc="0418001B" w:tentative="1">
      <w:start w:val="1"/>
      <w:numFmt w:val="lowerRoman"/>
      <w:lvlText w:val="%6."/>
      <w:lvlJc w:val="right"/>
      <w:pPr>
        <w:ind w:left="4546" w:hanging="180"/>
      </w:pPr>
    </w:lvl>
    <w:lvl w:ilvl="6" w:tplc="0418000F" w:tentative="1">
      <w:start w:val="1"/>
      <w:numFmt w:val="decimal"/>
      <w:lvlText w:val="%7."/>
      <w:lvlJc w:val="left"/>
      <w:pPr>
        <w:ind w:left="5266" w:hanging="360"/>
      </w:pPr>
    </w:lvl>
    <w:lvl w:ilvl="7" w:tplc="04180019" w:tentative="1">
      <w:start w:val="1"/>
      <w:numFmt w:val="lowerLetter"/>
      <w:lvlText w:val="%8."/>
      <w:lvlJc w:val="left"/>
      <w:pPr>
        <w:ind w:left="5986" w:hanging="360"/>
      </w:pPr>
    </w:lvl>
    <w:lvl w:ilvl="8" w:tplc="0418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29" w15:restartNumberingAfterBreak="0">
    <w:nsid w:val="5DEA2647"/>
    <w:multiLevelType w:val="hybridMultilevel"/>
    <w:tmpl w:val="7EB8DDCA"/>
    <w:lvl w:ilvl="0" w:tplc="4300C85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87002"/>
    <w:multiLevelType w:val="multilevel"/>
    <w:tmpl w:val="9DECFC52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1" w15:restartNumberingAfterBreak="0">
    <w:nsid w:val="60131361"/>
    <w:multiLevelType w:val="multilevel"/>
    <w:tmpl w:val="50706148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2" w15:restartNumberingAfterBreak="0">
    <w:nsid w:val="608C3396"/>
    <w:multiLevelType w:val="hybridMultilevel"/>
    <w:tmpl w:val="292AAD26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478AD"/>
    <w:multiLevelType w:val="multilevel"/>
    <w:tmpl w:val="B1688E10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6" w15:restartNumberingAfterBreak="0">
    <w:nsid w:val="6BA9780B"/>
    <w:multiLevelType w:val="multilevel"/>
    <w:tmpl w:val="272E590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7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9" w15:restartNumberingAfterBreak="0">
    <w:nsid w:val="77B06322"/>
    <w:multiLevelType w:val="multilevel"/>
    <w:tmpl w:val="AE520442"/>
    <w:lvl w:ilvl="0">
      <w:numFmt w:val="bullet"/>
      <w:lvlText w:val="o"/>
      <w:lvlJc w:val="left"/>
      <w:pPr>
        <w:tabs>
          <w:tab w:val="num" w:pos="0"/>
        </w:tabs>
        <w:ind w:left="811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46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6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1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1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0" w15:restartNumberingAfterBreak="0">
    <w:nsid w:val="798B1BB1"/>
    <w:multiLevelType w:val="hybridMultilevel"/>
    <w:tmpl w:val="34DC2C6C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6A2A99"/>
    <w:multiLevelType w:val="multilevel"/>
    <w:tmpl w:val="DBF27364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2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3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4" w15:restartNumberingAfterBreak="0">
    <w:nsid w:val="7F872CBB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214457">
    <w:abstractNumId w:val="17"/>
  </w:num>
  <w:num w:numId="2" w16cid:durableId="671840811">
    <w:abstractNumId w:val="13"/>
  </w:num>
  <w:num w:numId="3" w16cid:durableId="5979126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15524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693068">
    <w:abstractNumId w:val="34"/>
  </w:num>
  <w:num w:numId="6" w16cid:durableId="230120425">
    <w:abstractNumId w:val="3"/>
  </w:num>
  <w:num w:numId="7" w16cid:durableId="844173573">
    <w:abstractNumId w:val="33"/>
  </w:num>
  <w:num w:numId="8" w16cid:durableId="1792505560">
    <w:abstractNumId w:val="26"/>
  </w:num>
  <w:num w:numId="9" w16cid:durableId="838891271">
    <w:abstractNumId w:val="42"/>
  </w:num>
  <w:num w:numId="10" w16cid:durableId="21439994">
    <w:abstractNumId w:val="0"/>
  </w:num>
  <w:num w:numId="11" w16cid:durableId="1725715615">
    <w:abstractNumId w:val="21"/>
  </w:num>
  <w:num w:numId="12" w16cid:durableId="1825008989">
    <w:abstractNumId w:val="15"/>
  </w:num>
  <w:num w:numId="13" w16cid:durableId="1114062019">
    <w:abstractNumId w:val="23"/>
  </w:num>
  <w:num w:numId="14" w16cid:durableId="2048991329">
    <w:abstractNumId w:val="19"/>
  </w:num>
  <w:num w:numId="15" w16cid:durableId="1240795955">
    <w:abstractNumId w:val="38"/>
  </w:num>
  <w:num w:numId="16" w16cid:durableId="982076363">
    <w:abstractNumId w:val="25"/>
  </w:num>
  <w:num w:numId="17" w16cid:durableId="962737038">
    <w:abstractNumId w:val="8"/>
  </w:num>
  <w:num w:numId="18" w16cid:durableId="668093616">
    <w:abstractNumId w:val="37"/>
  </w:num>
  <w:num w:numId="19" w16cid:durableId="1533374453">
    <w:abstractNumId w:val="43"/>
  </w:num>
  <w:num w:numId="20" w16cid:durableId="369376810">
    <w:abstractNumId w:val="36"/>
  </w:num>
  <w:num w:numId="21" w16cid:durableId="742335676">
    <w:abstractNumId w:val="32"/>
  </w:num>
  <w:num w:numId="22" w16cid:durableId="260184785">
    <w:abstractNumId w:val="22"/>
  </w:num>
  <w:num w:numId="23" w16cid:durableId="928195592">
    <w:abstractNumId w:val="31"/>
  </w:num>
  <w:num w:numId="24" w16cid:durableId="1728185350">
    <w:abstractNumId w:val="16"/>
  </w:num>
  <w:num w:numId="25" w16cid:durableId="1925215171">
    <w:abstractNumId w:val="35"/>
  </w:num>
  <w:num w:numId="26" w16cid:durableId="1252927422">
    <w:abstractNumId w:val="12"/>
  </w:num>
  <w:num w:numId="27" w16cid:durableId="176432886">
    <w:abstractNumId w:val="40"/>
  </w:num>
  <w:num w:numId="28" w16cid:durableId="220211337">
    <w:abstractNumId w:val="41"/>
  </w:num>
  <w:num w:numId="29" w16cid:durableId="1904218181">
    <w:abstractNumId w:val="9"/>
  </w:num>
  <w:num w:numId="30" w16cid:durableId="881407874">
    <w:abstractNumId w:val="7"/>
  </w:num>
  <w:num w:numId="31" w16cid:durableId="1766148627">
    <w:abstractNumId w:val="1"/>
  </w:num>
  <w:num w:numId="32" w16cid:durableId="2106487529">
    <w:abstractNumId w:val="44"/>
  </w:num>
  <w:num w:numId="33" w16cid:durableId="520051598">
    <w:abstractNumId w:val="10"/>
  </w:num>
  <w:num w:numId="34" w16cid:durableId="1852406200">
    <w:abstractNumId w:val="29"/>
  </w:num>
  <w:num w:numId="35" w16cid:durableId="985471097">
    <w:abstractNumId w:val="5"/>
  </w:num>
  <w:num w:numId="36" w16cid:durableId="2046523198">
    <w:abstractNumId w:val="39"/>
  </w:num>
  <w:num w:numId="37" w16cid:durableId="783498576">
    <w:abstractNumId w:val="20"/>
  </w:num>
  <w:num w:numId="38" w16cid:durableId="1902598134">
    <w:abstractNumId w:val="24"/>
  </w:num>
  <w:num w:numId="39" w16cid:durableId="1419709734">
    <w:abstractNumId w:val="30"/>
  </w:num>
  <w:num w:numId="40" w16cid:durableId="783118714">
    <w:abstractNumId w:val="27"/>
  </w:num>
  <w:num w:numId="41" w16cid:durableId="749622435">
    <w:abstractNumId w:val="18"/>
  </w:num>
  <w:num w:numId="42" w16cid:durableId="411008386">
    <w:abstractNumId w:val="2"/>
  </w:num>
  <w:num w:numId="43" w16cid:durableId="1924606989">
    <w:abstractNumId w:val="28"/>
  </w:num>
  <w:num w:numId="44" w16cid:durableId="570508432">
    <w:abstractNumId w:val="11"/>
  </w:num>
  <w:num w:numId="45" w16cid:durableId="18071631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9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33AA4"/>
    <w:rsid w:val="00042265"/>
    <w:rsid w:val="0004589A"/>
    <w:rsid w:val="00072DDE"/>
    <w:rsid w:val="00080850"/>
    <w:rsid w:val="0009018B"/>
    <w:rsid w:val="00094830"/>
    <w:rsid w:val="00095D5B"/>
    <w:rsid w:val="000C2AAE"/>
    <w:rsid w:val="000D1115"/>
    <w:rsid w:val="00111282"/>
    <w:rsid w:val="001175F2"/>
    <w:rsid w:val="00134DEE"/>
    <w:rsid w:val="001357F6"/>
    <w:rsid w:val="00144BFD"/>
    <w:rsid w:val="00163AF4"/>
    <w:rsid w:val="001679F8"/>
    <w:rsid w:val="001726E9"/>
    <w:rsid w:val="001A32C9"/>
    <w:rsid w:val="001A637E"/>
    <w:rsid w:val="001B674D"/>
    <w:rsid w:val="001D40CB"/>
    <w:rsid w:val="001D7627"/>
    <w:rsid w:val="001E7798"/>
    <w:rsid w:val="002173DA"/>
    <w:rsid w:val="00273596"/>
    <w:rsid w:val="00275DCC"/>
    <w:rsid w:val="00284F7C"/>
    <w:rsid w:val="002B3BB9"/>
    <w:rsid w:val="002E07E9"/>
    <w:rsid w:val="002F1246"/>
    <w:rsid w:val="003221D7"/>
    <w:rsid w:val="00351F71"/>
    <w:rsid w:val="00353C41"/>
    <w:rsid w:val="00362E1D"/>
    <w:rsid w:val="00376CFE"/>
    <w:rsid w:val="00381D3E"/>
    <w:rsid w:val="00385A87"/>
    <w:rsid w:val="00385DE3"/>
    <w:rsid w:val="0038681F"/>
    <w:rsid w:val="00390F4C"/>
    <w:rsid w:val="003E2E03"/>
    <w:rsid w:val="003F4311"/>
    <w:rsid w:val="00474F02"/>
    <w:rsid w:val="004E30C9"/>
    <w:rsid w:val="00507932"/>
    <w:rsid w:val="00522E43"/>
    <w:rsid w:val="005232F5"/>
    <w:rsid w:val="00523BEA"/>
    <w:rsid w:val="0053309D"/>
    <w:rsid w:val="0055238C"/>
    <w:rsid w:val="005705BF"/>
    <w:rsid w:val="005943DA"/>
    <w:rsid w:val="005A6B00"/>
    <w:rsid w:val="005C21C9"/>
    <w:rsid w:val="005C7AFF"/>
    <w:rsid w:val="005F26B9"/>
    <w:rsid w:val="0060018D"/>
    <w:rsid w:val="00643AC4"/>
    <w:rsid w:val="00644F34"/>
    <w:rsid w:val="006661AF"/>
    <w:rsid w:val="00670051"/>
    <w:rsid w:val="006835FF"/>
    <w:rsid w:val="006B6B2C"/>
    <w:rsid w:val="006B79B9"/>
    <w:rsid w:val="006C514E"/>
    <w:rsid w:val="006C67CE"/>
    <w:rsid w:val="0071191E"/>
    <w:rsid w:val="007209E0"/>
    <w:rsid w:val="007338F4"/>
    <w:rsid w:val="00744EC4"/>
    <w:rsid w:val="00754551"/>
    <w:rsid w:val="0076114F"/>
    <w:rsid w:val="00776028"/>
    <w:rsid w:val="007A69A6"/>
    <w:rsid w:val="007B3E15"/>
    <w:rsid w:val="007C403D"/>
    <w:rsid w:val="008333ED"/>
    <w:rsid w:val="00851382"/>
    <w:rsid w:val="00861926"/>
    <w:rsid w:val="0088290B"/>
    <w:rsid w:val="008B3D4E"/>
    <w:rsid w:val="008C26CE"/>
    <w:rsid w:val="008E7688"/>
    <w:rsid w:val="008F4C84"/>
    <w:rsid w:val="00907D45"/>
    <w:rsid w:val="00931D5E"/>
    <w:rsid w:val="00935472"/>
    <w:rsid w:val="00936CF8"/>
    <w:rsid w:val="00937E7C"/>
    <w:rsid w:val="0095201A"/>
    <w:rsid w:val="00955977"/>
    <w:rsid w:val="0095716B"/>
    <w:rsid w:val="009C6F66"/>
    <w:rsid w:val="009F239D"/>
    <w:rsid w:val="009F711B"/>
    <w:rsid w:val="009F75B4"/>
    <w:rsid w:val="00A40C9A"/>
    <w:rsid w:val="00A95159"/>
    <w:rsid w:val="00AC3124"/>
    <w:rsid w:val="00AC4893"/>
    <w:rsid w:val="00AE4990"/>
    <w:rsid w:val="00AF0DE7"/>
    <w:rsid w:val="00B15233"/>
    <w:rsid w:val="00B81BF6"/>
    <w:rsid w:val="00BB1052"/>
    <w:rsid w:val="00BD3175"/>
    <w:rsid w:val="00BD6FA5"/>
    <w:rsid w:val="00BF0D73"/>
    <w:rsid w:val="00C04AE4"/>
    <w:rsid w:val="00C05C7A"/>
    <w:rsid w:val="00C46F48"/>
    <w:rsid w:val="00C564B2"/>
    <w:rsid w:val="00C66FC3"/>
    <w:rsid w:val="00C72D22"/>
    <w:rsid w:val="00C82AD1"/>
    <w:rsid w:val="00C916A3"/>
    <w:rsid w:val="00C92E19"/>
    <w:rsid w:val="00CC6C98"/>
    <w:rsid w:val="00CE4F1E"/>
    <w:rsid w:val="00D01958"/>
    <w:rsid w:val="00D22014"/>
    <w:rsid w:val="00D251CC"/>
    <w:rsid w:val="00D344D3"/>
    <w:rsid w:val="00D368D4"/>
    <w:rsid w:val="00D546B8"/>
    <w:rsid w:val="00D94812"/>
    <w:rsid w:val="00D96085"/>
    <w:rsid w:val="00DD113C"/>
    <w:rsid w:val="00E32BBC"/>
    <w:rsid w:val="00E3660B"/>
    <w:rsid w:val="00E615D2"/>
    <w:rsid w:val="00E753B1"/>
    <w:rsid w:val="00EB7F6D"/>
    <w:rsid w:val="00EC3F30"/>
    <w:rsid w:val="00EC67EE"/>
    <w:rsid w:val="00ED5174"/>
    <w:rsid w:val="00EF6CD7"/>
    <w:rsid w:val="00F12E7F"/>
    <w:rsid w:val="00F167CD"/>
    <w:rsid w:val="00F5775A"/>
    <w:rsid w:val="00F97AE0"/>
    <w:rsid w:val="00FD2955"/>
    <w:rsid w:val="00FD5429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5"/>
    <o:shapelayout v:ext="edit">
      <o:idmap v:ext="edit" data="1"/>
    </o:shapelayout>
  </w:shapeDefaults>
  <w:decimalSymbol w:val="."/>
  <w:listSeparator w:val=","/>
  <w14:docId w14:val="400E8C6D"/>
  <w15:chartTrackingRefBased/>
  <w15:docId w15:val="{2A22AB1E-29E1-413A-9F4C-2EF0E059E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AntetCaracter">
    <w:name w:val="Antet Caracter"/>
    <w:link w:val="Antet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f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Coninutcadru">
    <w:name w:val="Conținut cadru"/>
    <w:basedOn w:val="Normal"/>
    <w:qFormat/>
    <w:rsid w:val="00273596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link w:val="Titlu3"/>
    <w:rsid w:val="0004589A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5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5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C82C4-42E3-4AB7-A867-D962C1393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3</TotalTime>
  <Pages>8</Pages>
  <Words>2521</Words>
  <Characters>16350</Characters>
  <Application>Microsoft Office Word</Application>
  <DocSecurity>0</DocSecurity>
  <Lines>136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18834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 Brabete</cp:lastModifiedBy>
  <cp:revision>4</cp:revision>
  <cp:lastPrinted>2022-03-29T08:07:00Z</cp:lastPrinted>
  <dcterms:created xsi:type="dcterms:W3CDTF">2023-09-22T09:06:00Z</dcterms:created>
  <dcterms:modified xsi:type="dcterms:W3CDTF">2023-12-18T14:06:00Z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e02bd7717d97702b57775fc0a2e1315d843d714436e5f3281e124bb48c012066</vt:lpwstr>
  </property>
</Properties>
</file>